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A93DD" w14:textId="3FCEB231" w:rsidR="003A13C1" w:rsidRPr="003A13C1" w:rsidRDefault="00997F14" w:rsidP="003A13C1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5DE0D05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1F058A" w:rsidRPr="001F058A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6D17718E" w14:textId="77777777" w:rsidR="003A13C1" w:rsidRPr="003A13C1" w:rsidRDefault="003A13C1" w:rsidP="003A13C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A13C1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76C407C" w14:textId="1A89DC5E" w:rsidR="003A13C1" w:rsidRPr="003A13C1" w:rsidRDefault="001F058A" w:rsidP="003A13C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4EF29E1A" w14:textId="77777777" w:rsidR="003A13C1" w:rsidRPr="003A13C1" w:rsidRDefault="003A13C1" w:rsidP="003A13C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A13C1">
        <w:rPr>
          <w:rFonts w:ascii="Corbel" w:hAnsi="Corbel"/>
          <w:i/>
          <w:sz w:val="20"/>
          <w:szCs w:val="20"/>
          <w:lang w:eastAsia="ar-SA"/>
        </w:rPr>
        <w:t>(skrajne daty</w:t>
      </w:r>
      <w:r w:rsidRPr="003A13C1">
        <w:rPr>
          <w:rFonts w:ascii="Corbel" w:hAnsi="Corbel"/>
          <w:sz w:val="20"/>
          <w:szCs w:val="20"/>
          <w:lang w:eastAsia="ar-SA"/>
        </w:rPr>
        <w:t>)</w:t>
      </w:r>
    </w:p>
    <w:p w14:paraId="4CA8291B" w14:textId="21CABEE6" w:rsidR="003A13C1" w:rsidRPr="003A13C1" w:rsidRDefault="001F058A" w:rsidP="003A13C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bookmarkEnd w:id="0"/>
    <w:p w14:paraId="5446061D" w14:textId="77777777" w:rsidR="003A13C1" w:rsidRDefault="003A13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DFFC3" w14:textId="01F5F85F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38E2A7" w14:textId="77777777" w:rsidTr="73DCA6DD">
        <w:tc>
          <w:tcPr>
            <w:tcW w:w="2694" w:type="dxa"/>
            <w:vAlign w:val="center"/>
          </w:tcPr>
          <w:p w14:paraId="2C99BC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DE5A3F" w14:textId="77777777" w:rsidR="0085747A" w:rsidRPr="007915E0" w:rsidRDefault="00EC4FB5" w:rsidP="73DCA6D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915E0">
              <w:rPr>
                <w:rFonts w:ascii="Corbel" w:hAnsi="Corbel"/>
                <w:bCs/>
                <w:sz w:val="24"/>
                <w:szCs w:val="24"/>
              </w:rPr>
              <w:t>Prawo policyjne</w:t>
            </w:r>
          </w:p>
        </w:tc>
      </w:tr>
      <w:tr w:rsidR="0085747A" w:rsidRPr="009C54AE" w14:paraId="274C74AC" w14:textId="77777777" w:rsidTr="73DCA6DD">
        <w:tc>
          <w:tcPr>
            <w:tcW w:w="2694" w:type="dxa"/>
            <w:vAlign w:val="center"/>
          </w:tcPr>
          <w:p w14:paraId="5A5BEA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365AF7" w14:textId="77777777" w:rsidR="0085747A" w:rsidRPr="009C54AE" w:rsidRDefault="006815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A2SO34</w:t>
            </w:r>
          </w:p>
        </w:tc>
      </w:tr>
      <w:tr w:rsidR="0085747A" w:rsidRPr="009C54AE" w14:paraId="7827A0A8" w14:textId="77777777" w:rsidTr="73DCA6DD">
        <w:tc>
          <w:tcPr>
            <w:tcW w:w="2694" w:type="dxa"/>
            <w:vAlign w:val="center"/>
          </w:tcPr>
          <w:p w14:paraId="3B24B42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1F91C3" w14:textId="0879E86F" w:rsidR="0085747A" w:rsidRPr="009C54AE" w:rsidRDefault="001F058A" w:rsidP="73DCA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058A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0BB4360F" w14:textId="77777777" w:rsidTr="73DCA6DD">
        <w:tc>
          <w:tcPr>
            <w:tcW w:w="2694" w:type="dxa"/>
            <w:vAlign w:val="center"/>
          </w:tcPr>
          <w:p w14:paraId="234B3D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8043C2" w14:textId="3D176D35" w:rsidR="0085747A" w:rsidRPr="009C54AE" w:rsidRDefault="001F058A" w:rsidP="00B303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058A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9C54AE" w14:paraId="6549604A" w14:textId="77777777" w:rsidTr="73DCA6DD">
        <w:tc>
          <w:tcPr>
            <w:tcW w:w="2694" w:type="dxa"/>
            <w:vAlign w:val="center"/>
          </w:tcPr>
          <w:p w14:paraId="1B8A82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DD3" w14:textId="77777777" w:rsidR="0085747A" w:rsidRPr="009C54AE" w:rsidRDefault="004C4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32DB8FD1" w14:textId="77777777" w:rsidTr="73DCA6DD">
        <w:tc>
          <w:tcPr>
            <w:tcW w:w="2694" w:type="dxa"/>
            <w:vAlign w:val="center"/>
          </w:tcPr>
          <w:p w14:paraId="4AFFF28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07808D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A736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C5DEB15" w14:textId="77777777" w:rsidTr="73DCA6DD">
        <w:tc>
          <w:tcPr>
            <w:tcW w:w="2694" w:type="dxa"/>
            <w:vAlign w:val="center"/>
          </w:tcPr>
          <w:p w14:paraId="2C292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239026" w14:textId="77777777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02F797" w14:textId="77777777" w:rsidTr="73DCA6DD">
        <w:tc>
          <w:tcPr>
            <w:tcW w:w="2694" w:type="dxa"/>
            <w:vAlign w:val="center"/>
          </w:tcPr>
          <w:p w14:paraId="0A103F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7307E7" w14:textId="440BBB9C" w:rsidR="0085747A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7348A">
              <w:rPr>
                <w:rFonts w:ascii="Corbel" w:hAnsi="Corbel"/>
                <w:b w:val="0"/>
                <w:sz w:val="24"/>
                <w:szCs w:val="24"/>
              </w:rPr>
              <w:t>tudia 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6DF2B2D" w14:textId="77777777" w:rsidTr="73DCA6DD">
        <w:tc>
          <w:tcPr>
            <w:tcW w:w="2694" w:type="dxa"/>
            <w:vAlign w:val="center"/>
          </w:tcPr>
          <w:p w14:paraId="10E151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D4F7D" w14:textId="3A9146F7" w:rsidR="0085747A" w:rsidRPr="009C54AE" w:rsidRDefault="0027348A" w:rsidP="73DCA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36121641" w14:textId="77777777" w:rsidTr="73DCA6DD">
        <w:tc>
          <w:tcPr>
            <w:tcW w:w="2694" w:type="dxa"/>
            <w:vAlign w:val="center"/>
          </w:tcPr>
          <w:p w14:paraId="7A8843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83098C" w14:textId="77777777" w:rsidR="0085747A" w:rsidRPr="009C54AE" w:rsidRDefault="009A3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36E2AD9" w14:textId="77777777" w:rsidTr="73DCA6DD">
        <w:tc>
          <w:tcPr>
            <w:tcW w:w="2694" w:type="dxa"/>
            <w:vAlign w:val="center"/>
          </w:tcPr>
          <w:p w14:paraId="6EEC7FA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E9DA73" w14:textId="77777777" w:rsidR="00923D7D" w:rsidRPr="009C54AE" w:rsidRDefault="00EC4F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7BE026" w14:textId="77777777" w:rsidTr="73DCA6DD">
        <w:tc>
          <w:tcPr>
            <w:tcW w:w="2694" w:type="dxa"/>
            <w:vAlign w:val="center"/>
          </w:tcPr>
          <w:p w14:paraId="346E7B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8DAEE9" w14:textId="5500F29D" w:rsidR="0085747A" w:rsidRPr="009C54AE" w:rsidRDefault="002734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6628D" w:rsidRPr="009C54AE" w14:paraId="7C35E0BF" w14:textId="77777777" w:rsidTr="73DCA6DD">
        <w:tc>
          <w:tcPr>
            <w:tcW w:w="2694" w:type="dxa"/>
            <w:vAlign w:val="center"/>
          </w:tcPr>
          <w:p w14:paraId="1E52D62E" w14:textId="77777777" w:rsidR="0086628D" w:rsidRPr="009C54AE" w:rsidRDefault="0086628D" w:rsidP="008662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EF5FAA" w14:textId="3C25AF16" w:rsidR="0086628D" w:rsidRPr="009C54AE" w:rsidRDefault="0086628D" w:rsidP="008662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718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</w:tbl>
    <w:p w14:paraId="39FBFBD8" w14:textId="77777777" w:rsidR="0085747A" w:rsidRPr="009C54AE" w:rsidRDefault="0085747A" w:rsidP="00A3725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4DE6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9AF1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68"/>
        <w:gridCol w:w="962"/>
        <w:gridCol w:w="971"/>
        <w:gridCol w:w="964"/>
        <w:gridCol w:w="966"/>
        <w:gridCol w:w="958"/>
        <w:gridCol w:w="969"/>
        <w:gridCol w:w="973"/>
        <w:gridCol w:w="972"/>
      </w:tblGrid>
      <w:tr w:rsidR="00015B8F" w:rsidRPr="009C54AE" w14:paraId="15058C46" w14:textId="77777777" w:rsidTr="5DE0D05F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F9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A454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E178" w14:textId="77777777" w:rsidR="00015B8F" w:rsidRPr="009C54AE" w:rsidRDefault="00015B8F" w:rsidP="5DE0D05F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E0D05F">
              <w:rPr>
                <w:rFonts w:ascii="Corbel" w:hAnsi="Corbel"/>
              </w:rPr>
              <w:t>Wykł.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B4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E3D2" w14:textId="77777777" w:rsidR="00015B8F" w:rsidRPr="009C54AE" w:rsidRDefault="00015B8F" w:rsidP="5DE0D05F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E0D05F">
              <w:rPr>
                <w:rFonts w:ascii="Corbel" w:hAnsi="Corbel"/>
              </w:rPr>
              <w:t>Konw.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C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EEFF" w14:textId="77777777" w:rsidR="00015B8F" w:rsidRPr="009C54AE" w:rsidRDefault="00015B8F" w:rsidP="5DE0D05F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E0D05F">
              <w:rPr>
                <w:rFonts w:ascii="Corbel" w:hAnsi="Corbel"/>
              </w:rPr>
              <w:t>Sem.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90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772F" w14:textId="77777777" w:rsidR="00015B8F" w:rsidRPr="009C54AE" w:rsidRDefault="00015B8F" w:rsidP="5DE0D05F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E0D05F">
              <w:rPr>
                <w:rFonts w:ascii="Corbel" w:hAnsi="Corbel"/>
              </w:rPr>
              <w:t>Prakt.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F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E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5E9E069" w14:textId="77777777" w:rsidTr="00A37252">
        <w:trPr>
          <w:trHeight w:val="453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05CA" w14:textId="77777777" w:rsidR="00015B8F" w:rsidRPr="009C54AE" w:rsidRDefault="00EC4FB5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DE0D05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DE3D" w14:textId="0FA1330F" w:rsidR="00015B8F" w:rsidRPr="009C54AE" w:rsidRDefault="009A396B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DE0D0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AB6A" w14:textId="36307641" w:rsidR="00015B8F" w:rsidRPr="009C54AE" w:rsidRDefault="009A396B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DE0D0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F904" w14:textId="77777777" w:rsidR="00015B8F" w:rsidRPr="009C54AE" w:rsidRDefault="00015B8F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03DE" w14:textId="77777777" w:rsidR="00015B8F" w:rsidRPr="009C54AE" w:rsidRDefault="00015B8F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2753" w14:textId="77777777" w:rsidR="00015B8F" w:rsidRPr="009C54AE" w:rsidRDefault="00015B8F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8687" w14:textId="77777777" w:rsidR="00015B8F" w:rsidRPr="009C54AE" w:rsidRDefault="00015B8F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7AF" w14:textId="77777777" w:rsidR="00015B8F" w:rsidRPr="009C54AE" w:rsidRDefault="00015B8F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B8B8" w14:textId="77777777" w:rsidR="00015B8F" w:rsidRPr="009C54AE" w:rsidRDefault="00015B8F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403" w14:textId="77777777" w:rsidR="00015B8F" w:rsidRPr="009C54AE" w:rsidRDefault="004C42D5" w:rsidP="00A372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DE0D05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B062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DCAF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49A7BF" w14:textId="77777777" w:rsidR="0085747A" w:rsidRPr="009C54AE" w:rsidRDefault="000810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144388004"/>
      <w:r w:rsidRPr="004A5FE3">
        <w:rPr>
          <w:rFonts w:ascii="Corbel" w:eastAsia="MS Gothic" w:hAnsi="MS Gothic" w:cs="MS Gothic"/>
          <w:b w:val="0"/>
          <w:szCs w:val="24"/>
        </w:rPr>
        <w:t>☒</w:t>
      </w:r>
      <w:bookmarkEnd w:id="1"/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B52D71" w14:textId="77777777" w:rsidR="0085747A" w:rsidRPr="009C54AE" w:rsidRDefault="000810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9D2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ED70B5" w14:textId="3358E831" w:rsidR="00E22FBC" w:rsidRPr="009C54AE" w:rsidRDefault="00E22FBC" w:rsidP="5DE0D05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E0D05F">
        <w:rPr>
          <w:rFonts w:ascii="Corbel" w:hAnsi="Corbel"/>
          <w:smallCaps w:val="0"/>
        </w:rPr>
        <w:t xml:space="preserve">1.3 </w:t>
      </w:r>
      <w:r>
        <w:tab/>
      </w:r>
      <w:r w:rsidRPr="5DE0D05F">
        <w:rPr>
          <w:rFonts w:ascii="Corbel" w:hAnsi="Corbel"/>
          <w:smallCaps w:val="0"/>
        </w:rPr>
        <w:t>For</w:t>
      </w:r>
      <w:r w:rsidR="00445970" w:rsidRPr="5DE0D05F">
        <w:rPr>
          <w:rFonts w:ascii="Corbel" w:hAnsi="Corbel"/>
          <w:smallCaps w:val="0"/>
        </w:rPr>
        <w:t xml:space="preserve">ma zaliczenia przedmiotu </w:t>
      </w:r>
      <w:r w:rsidRPr="5DE0D05F">
        <w:rPr>
          <w:rFonts w:ascii="Corbel" w:hAnsi="Corbel"/>
          <w:smallCaps w:val="0"/>
        </w:rPr>
        <w:t xml:space="preserve">(z toku) </w:t>
      </w:r>
      <w:r w:rsidRPr="5DE0D05F">
        <w:rPr>
          <w:rFonts w:ascii="Corbel" w:hAnsi="Corbel"/>
          <w:b w:val="0"/>
          <w:smallCaps w:val="0"/>
        </w:rPr>
        <w:t>(</w:t>
      </w:r>
      <w:r w:rsidRPr="5DE0D05F">
        <w:rPr>
          <w:rFonts w:ascii="Corbel" w:hAnsi="Corbel"/>
          <w:b w:val="0"/>
          <w:smallCaps w:val="0"/>
          <w:u w:val="single"/>
        </w:rPr>
        <w:t>egzamin</w:t>
      </w:r>
      <w:r w:rsidRPr="5DE0D05F">
        <w:rPr>
          <w:rFonts w:ascii="Corbel" w:hAnsi="Corbel"/>
          <w:b w:val="0"/>
          <w:smallCaps w:val="0"/>
        </w:rPr>
        <w:t xml:space="preserve">, </w:t>
      </w:r>
      <w:r w:rsidRPr="5DE0D05F">
        <w:rPr>
          <w:rFonts w:ascii="Corbel" w:hAnsi="Corbel"/>
          <w:b w:val="0"/>
          <w:smallCaps w:val="0"/>
          <w:u w:val="single"/>
        </w:rPr>
        <w:t>zaliczenie z oceną</w:t>
      </w:r>
      <w:r w:rsidRPr="5DE0D05F">
        <w:rPr>
          <w:rFonts w:ascii="Corbel" w:hAnsi="Corbel"/>
          <w:b w:val="0"/>
          <w:smallCaps w:val="0"/>
        </w:rPr>
        <w:t>, zaliczenie bez oceny)</w:t>
      </w:r>
    </w:p>
    <w:p w14:paraId="44099D7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A52D7" w14:textId="77777777" w:rsidR="004C42D5" w:rsidRDefault="004C42D5" w:rsidP="004C42D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  <w:r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 w:rsidR="00D67103" w:rsidRPr="00081718">
        <w:rPr>
          <w:rFonts w:ascii="Corbel" w:hAnsi="Corbel"/>
          <w:b w:val="0"/>
          <w:smallCaps w:val="0"/>
          <w:szCs w:val="24"/>
        </w:rPr>
        <w:t>Zaliczenie z oceną w formie pisemnej lub ustnej.</w:t>
      </w:r>
      <w:r w:rsidR="00D67103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Egzamin </w:t>
      </w:r>
      <w:r w:rsidR="00D67103">
        <w:rPr>
          <w:rFonts w:ascii="Corbel" w:hAnsi="Corbel"/>
          <w:b w:val="0"/>
          <w:smallCaps w:val="0"/>
          <w:szCs w:val="24"/>
        </w:rPr>
        <w:t xml:space="preserve">lub zaliczenie w formie </w:t>
      </w:r>
      <w:r w:rsidRPr="00081718">
        <w:rPr>
          <w:rFonts w:ascii="Corbel" w:hAnsi="Corbel"/>
          <w:b w:val="0"/>
          <w:smallCaps w:val="0"/>
          <w:szCs w:val="24"/>
        </w:rPr>
        <w:t>pisemn</w:t>
      </w:r>
      <w:r w:rsidR="00D67103">
        <w:rPr>
          <w:rFonts w:ascii="Corbel" w:hAnsi="Corbel"/>
          <w:b w:val="0"/>
          <w:smallCaps w:val="0"/>
          <w:szCs w:val="24"/>
        </w:rPr>
        <w:t>ej</w:t>
      </w:r>
      <w:r w:rsidRPr="00081718">
        <w:rPr>
          <w:rFonts w:ascii="Corbel" w:hAnsi="Corbel"/>
          <w:b w:val="0"/>
          <w:smallCaps w:val="0"/>
          <w:szCs w:val="24"/>
        </w:rPr>
        <w:t xml:space="preserve"> zawierać może pytania testowe, otwarte oraz problemy do rozwiązania.</w:t>
      </w:r>
    </w:p>
    <w:p w14:paraId="1B78EAEF" w14:textId="77777777" w:rsidR="006716BF" w:rsidRDefault="006716BF" w:rsidP="006716B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F733FE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667F12" w14:textId="77777777" w:rsidR="009E05C7" w:rsidRPr="009C54AE" w:rsidRDefault="009E05C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3F68C5" w14:textId="77777777" w:rsidTr="73DCA6DD">
        <w:tc>
          <w:tcPr>
            <w:tcW w:w="9670" w:type="dxa"/>
          </w:tcPr>
          <w:p w14:paraId="524821A4" w14:textId="00856EE7" w:rsidR="0085747A" w:rsidRPr="009C54AE" w:rsidRDefault="004C42D5" w:rsidP="73DCA6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prawa administracyjnego</w:t>
            </w:r>
            <w:r w:rsidR="0027348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7FA31F6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0FC51" w14:textId="77777777" w:rsidR="00A37252" w:rsidRDefault="00A37252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2FF8004B" w14:textId="7C35711A" w:rsidR="0085747A" w:rsidRPr="00C05F44" w:rsidRDefault="0071620A" w:rsidP="5DE0D05F">
      <w:pPr>
        <w:pStyle w:val="Punktygwne"/>
        <w:spacing w:before="0" w:after="0"/>
        <w:rPr>
          <w:rFonts w:ascii="Corbel" w:hAnsi="Corbel"/>
        </w:rPr>
      </w:pPr>
      <w:r w:rsidRPr="5DE0D05F">
        <w:rPr>
          <w:rFonts w:ascii="Corbel" w:hAnsi="Corbel"/>
        </w:rPr>
        <w:lastRenderedPageBreak/>
        <w:t>3.</w:t>
      </w:r>
      <w:r w:rsidR="0085747A" w:rsidRPr="5DE0D05F">
        <w:rPr>
          <w:rFonts w:ascii="Corbel" w:hAnsi="Corbel"/>
        </w:rPr>
        <w:t xml:space="preserve"> </w:t>
      </w:r>
      <w:r w:rsidR="00A84C85" w:rsidRPr="5DE0D05F">
        <w:rPr>
          <w:rFonts w:ascii="Corbel" w:hAnsi="Corbel"/>
        </w:rPr>
        <w:t>cele, efekty uczenia się</w:t>
      </w:r>
      <w:r w:rsidR="0085747A" w:rsidRPr="5DE0D05F">
        <w:rPr>
          <w:rFonts w:ascii="Corbel" w:hAnsi="Corbel"/>
        </w:rPr>
        <w:t>, treści Programowe i stosowane metody Dydaktyczne</w:t>
      </w:r>
    </w:p>
    <w:p w14:paraId="583003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B9AC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6EB8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0547D12" w14:textId="77777777" w:rsidTr="00923D7D">
        <w:tc>
          <w:tcPr>
            <w:tcW w:w="851" w:type="dxa"/>
            <w:vAlign w:val="center"/>
          </w:tcPr>
          <w:p w14:paraId="499629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C2E83F" w14:textId="77777777" w:rsidR="0085747A" w:rsidRPr="009C54AE" w:rsidRDefault="000407B8" w:rsidP="00D671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="00D67103">
              <w:rPr>
                <w:rFonts w:ascii="Corbel" w:hAnsi="Corbel"/>
                <w:b w:val="0"/>
                <w:sz w:val="24"/>
                <w:szCs w:val="24"/>
              </w:rPr>
              <w:t>zajęć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wiedzy wraz z aparaturą pojęciową odnoszącą się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do szeroko rozumianego prawa policyjnego w kontekście uregulowań administracyjnoprawnych.</w:t>
            </w:r>
          </w:p>
        </w:tc>
      </w:tr>
      <w:tr w:rsidR="0085747A" w:rsidRPr="009C54AE" w14:paraId="089FBE95" w14:textId="77777777" w:rsidTr="00923D7D">
        <w:tc>
          <w:tcPr>
            <w:tcW w:w="851" w:type="dxa"/>
            <w:vAlign w:val="center"/>
          </w:tcPr>
          <w:p w14:paraId="744F009D" w14:textId="77777777" w:rsidR="0085747A" w:rsidRPr="009C54AE" w:rsidRDefault="000407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D78897" w14:textId="77777777" w:rsidR="0085747A" w:rsidRPr="000407B8" w:rsidRDefault="000407B8" w:rsidP="00040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Celem zajęć jest pogłębienie wiedzy słuchacza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organizacji i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za</w:t>
            </w:r>
            <w:r>
              <w:rPr>
                <w:rFonts w:ascii="Corbel" w:hAnsi="Corbel"/>
                <w:b w:val="0"/>
                <w:sz w:val="24"/>
                <w:szCs w:val="24"/>
              </w:rPr>
              <w:t>dań polskich służb policyjnych oraz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 metod ich wykonywania. Studentom zaprezentowane zostaną: geneza i podstawowe cele oraz zadania Policji. Dowiedzą się tak</w:t>
            </w:r>
            <w:r>
              <w:rPr>
                <w:rFonts w:ascii="Corbel" w:hAnsi="Corbel"/>
                <w:b w:val="0"/>
                <w:sz w:val="24"/>
                <w:szCs w:val="24"/>
              </w:rPr>
              <w:t>że o czynnościach dochodzeniowo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4C42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>śledczych, czynnościach operacyjno-rozpoznawc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zych oraz </w:t>
            </w:r>
            <w:r w:rsidRPr="000407B8">
              <w:rPr>
                <w:rFonts w:ascii="Corbel" w:hAnsi="Corbel"/>
                <w:b w:val="0"/>
                <w:sz w:val="24"/>
                <w:szCs w:val="24"/>
              </w:rPr>
              <w:t xml:space="preserve">czynnościach administracyjno-porządkowych.                                           </w:t>
            </w:r>
          </w:p>
        </w:tc>
      </w:tr>
    </w:tbl>
    <w:p w14:paraId="735F16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595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6EB7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741FF670" w14:textId="77777777" w:rsidTr="00A37252">
        <w:tc>
          <w:tcPr>
            <w:tcW w:w="1418" w:type="dxa"/>
            <w:vAlign w:val="center"/>
          </w:tcPr>
          <w:p w14:paraId="637F60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2893FC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5551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054B81A" w14:textId="77777777" w:rsidTr="00A37252">
        <w:tc>
          <w:tcPr>
            <w:tcW w:w="1418" w:type="dxa"/>
          </w:tcPr>
          <w:p w14:paraId="093E1EBA" w14:textId="3D1C6B4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9" w:type="dxa"/>
          </w:tcPr>
          <w:p w14:paraId="2F2D78BF" w14:textId="77777777" w:rsidR="00C735C9" w:rsidRPr="00D66F5C" w:rsidRDefault="00C735C9" w:rsidP="00D66F5C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C735C9">
              <w:rPr>
                <w:sz w:val="24"/>
                <w:szCs w:val="24"/>
              </w:rPr>
              <w:t>Wykazuje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się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szczegółową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wiedzą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temat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struktur,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instytucji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zasad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działania</w:t>
            </w:r>
            <w:r w:rsidRPr="00C735C9">
              <w:rPr>
                <w:spacing w:val="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organów administracji publicznej ze szczególnym uwzględnieniem organów Policji,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genezy</w:t>
            </w:r>
            <w:r w:rsidRPr="00C735C9">
              <w:rPr>
                <w:spacing w:val="7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i</w:t>
            </w:r>
            <w:r w:rsidRPr="00C735C9">
              <w:rPr>
                <w:spacing w:val="9"/>
                <w:sz w:val="24"/>
                <w:szCs w:val="24"/>
              </w:rPr>
              <w:t xml:space="preserve"> </w:t>
            </w:r>
            <w:r w:rsidR="00D66F5C">
              <w:rPr>
                <w:sz w:val="24"/>
                <w:szCs w:val="24"/>
              </w:rPr>
              <w:t>przemian</w:t>
            </w:r>
            <w:r w:rsidRPr="00C735C9">
              <w:rPr>
                <w:spacing w:val="10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wykonywanych</w:t>
            </w:r>
            <w:r w:rsidRPr="00C735C9">
              <w:rPr>
                <w:spacing w:val="-2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przez</w:t>
            </w:r>
            <w:r w:rsidRPr="00C735C9">
              <w:rPr>
                <w:spacing w:val="-1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nie</w:t>
            </w:r>
            <w:r w:rsidRPr="00C735C9">
              <w:rPr>
                <w:spacing w:val="-3"/>
                <w:sz w:val="24"/>
                <w:szCs w:val="24"/>
              </w:rPr>
              <w:t xml:space="preserve"> </w:t>
            </w:r>
            <w:r w:rsidRPr="00C735C9">
              <w:rPr>
                <w:sz w:val="24"/>
                <w:szCs w:val="24"/>
              </w:rPr>
              <w:t>zadań</w:t>
            </w:r>
            <w:r w:rsidR="00D66F5C">
              <w:rPr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5C0CBBC" w14:textId="0C14E323" w:rsidR="009C4B2A" w:rsidRPr="00A37252" w:rsidRDefault="003E5C7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3E5C70" w:rsidRPr="009C54AE" w14:paraId="0D67F312" w14:textId="77777777" w:rsidTr="00A37252">
        <w:tc>
          <w:tcPr>
            <w:tcW w:w="1418" w:type="dxa"/>
          </w:tcPr>
          <w:p w14:paraId="1D2777E4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0E2F3362" w14:textId="77777777" w:rsidR="00D66F5C" w:rsidRPr="00D66F5C" w:rsidRDefault="003E5C70" w:rsidP="00D66F5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E5C70">
              <w:rPr>
                <w:rFonts w:ascii="Corbel" w:hAnsi="Corbel"/>
                <w:sz w:val="24"/>
                <w:szCs w:val="24"/>
              </w:rPr>
              <w:t xml:space="preserve">Dysponuje pogłębioną wiedzą o relacjach między organami administracji publicznej, w tym organami </w:t>
            </w:r>
            <w:r w:rsidR="0088760B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olicji 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odpowiedzialnymi za bezpieczeństwo </w:t>
            </w:r>
            <w:r>
              <w:rPr>
                <w:rFonts w:ascii="Corbel" w:hAnsi="Corbel"/>
                <w:sz w:val="24"/>
                <w:szCs w:val="24"/>
              </w:rPr>
              <w:t xml:space="preserve">i porządek publiczny </w:t>
            </w:r>
            <w:r w:rsidRPr="003E5C70">
              <w:rPr>
                <w:rFonts w:ascii="Corbel" w:hAnsi="Corbel"/>
                <w:sz w:val="24"/>
                <w:szCs w:val="24"/>
              </w:rPr>
              <w:t>oraz relacjach między nimi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E5C70">
              <w:rPr>
                <w:rFonts w:ascii="Corbel" w:hAnsi="Corbel"/>
                <w:sz w:val="24"/>
                <w:szCs w:val="24"/>
              </w:rPr>
              <w:t xml:space="preserve"> a jednostką i </w:t>
            </w:r>
            <w:r>
              <w:rPr>
                <w:rFonts w:ascii="Corbel" w:hAnsi="Corbel"/>
                <w:sz w:val="24"/>
                <w:szCs w:val="24"/>
              </w:rPr>
              <w:t>innymi podmiotami.</w:t>
            </w:r>
          </w:p>
        </w:tc>
        <w:tc>
          <w:tcPr>
            <w:tcW w:w="1873" w:type="dxa"/>
          </w:tcPr>
          <w:p w14:paraId="43D2EA01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9C4B2A" w:rsidRPr="009C54AE" w14:paraId="70B7169C" w14:textId="77777777" w:rsidTr="00A37252">
        <w:tc>
          <w:tcPr>
            <w:tcW w:w="1418" w:type="dxa"/>
          </w:tcPr>
          <w:p w14:paraId="67E4B0AF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9" w:type="dxa"/>
          </w:tcPr>
          <w:p w14:paraId="4B5B1DCA" w14:textId="77777777" w:rsidR="00D66F5C" w:rsidRPr="00D66F5C" w:rsidRDefault="00D66F5C" w:rsidP="00D66F5C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Dysponuje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usystematyzowaną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odpowiedzialności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etyki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funkcjonariuszy Policji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oraz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kluczowe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zagadnienia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dotyczące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zatrudnienia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tej </w:t>
            </w:r>
            <w:r w:rsidRPr="00D66F5C">
              <w:rPr>
                <w:sz w:val="24"/>
                <w:szCs w:val="24"/>
              </w:rPr>
              <w:t>służbie</w:t>
            </w:r>
            <w:r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929DA9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3E5C70" w:rsidRPr="009C54AE" w14:paraId="4B726721" w14:textId="77777777" w:rsidTr="00A37252">
        <w:tc>
          <w:tcPr>
            <w:tcW w:w="1418" w:type="dxa"/>
          </w:tcPr>
          <w:p w14:paraId="3AEB640C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9" w:type="dxa"/>
          </w:tcPr>
          <w:p w14:paraId="7369EBA9" w14:textId="77777777" w:rsidR="00D66F5C" w:rsidRPr="00D66F5C" w:rsidRDefault="00D66F5C" w:rsidP="00D66F5C">
            <w:pPr>
              <w:pStyle w:val="TableParagraph"/>
              <w:spacing w:line="276" w:lineRule="auto"/>
              <w:ind w:left="34" w:right="100"/>
              <w:jc w:val="both"/>
              <w:rPr>
                <w:sz w:val="24"/>
                <w:szCs w:val="24"/>
              </w:rPr>
            </w:pPr>
            <w:r w:rsidRPr="00D66F5C">
              <w:rPr>
                <w:sz w:val="24"/>
                <w:szCs w:val="24"/>
              </w:rPr>
              <w:t>Wykazuje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się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pogłębioną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temat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teorii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naukowych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właściwych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dla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kierunku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administracja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ze szczególnym uwzględnieniem prawa policyjnego </w:t>
            </w:r>
            <w:r w:rsidRPr="00D66F5C">
              <w:rPr>
                <w:sz w:val="24"/>
                <w:szCs w:val="24"/>
              </w:rPr>
              <w:t>oraz</w:t>
            </w:r>
            <w:r>
              <w:rPr>
                <w:sz w:val="24"/>
                <w:szCs w:val="24"/>
              </w:rPr>
              <w:t xml:space="preserve"> 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rozszerzoną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wiedzę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zakresie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miejsca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znaczenia</w:t>
            </w:r>
            <w:r w:rsidRPr="00D66F5C">
              <w:rPr>
                <w:spacing w:val="-4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 społecznych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w systemie nauk</w:t>
            </w:r>
            <w:r>
              <w:rPr>
                <w:sz w:val="24"/>
                <w:szCs w:val="24"/>
              </w:rPr>
              <w:t xml:space="preserve">, a także </w:t>
            </w:r>
            <w:r w:rsidRPr="00D66F5C">
              <w:rPr>
                <w:sz w:val="24"/>
                <w:szCs w:val="24"/>
              </w:rPr>
              <w:t xml:space="preserve">rozpoznaje </w:t>
            </w:r>
            <w:r w:rsidRPr="00D66F5C">
              <w:rPr>
                <w:spacing w:val="1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relacje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 xml:space="preserve">prawa policyjnego </w:t>
            </w:r>
            <w:r w:rsidRPr="00D66F5C">
              <w:rPr>
                <w:sz w:val="24"/>
                <w:szCs w:val="24"/>
              </w:rPr>
              <w:t>do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innych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nauk</w:t>
            </w:r>
            <w:r w:rsidRPr="00D66F5C">
              <w:rPr>
                <w:spacing w:val="7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społecznych,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znając</w:t>
            </w:r>
            <w:r w:rsidRPr="00D66F5C">
              <w:rPr>
                <w:spacing w:val="4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zarys</w:t>
            </w:r>
            <w:r w:rsidRPr="00D66F5C">
              <w:rPr>
                <w:spacing w:val="5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>ewolucji</w:t>
            </w:r>
            <w:r>
              <w:rPr>
                <w:sz w:val="24"/>
                <w:szCs w:val="24"/>
              </w:rPr>
              <w:t xml:space="preserve"> podmiotów policyjnych</w:t>
            </w:r>
            <w:r w:rsidRPr="00D66F5C">
              <w:rPr>
                <w:sz w:val="24"/>
                <w:szCs w:val="24"/>
              </w:rPr>
              <w:t>,</w:t>
            </w:r>
            <w:r w:rsidRPr="00D66F5C">
              <w:rPr>
                <w:spacing w:val="3"/>
                <w:sz w:val="24"/>
                <w:szCs w:val="24"/>
              </w:rPr>
              <w:t xml:space="preserve"> </w:t>
            </w:r>
            <w:r w:rsidRPr="00D66F5C">
              <w:rPr>
                <w:sz w:val="24"/>
                <w:szCs w:val="24"/>
              </w:rPr>
              <w:t xml:space="preserve">a także </w:t>
            </w:r>
            <w:r>
              <w:rPr>
                <w:sz w:val="24"/>
                <w:szCs w:val="24"/>
              </w:rPr>
              <w:t>posiada</w:t>
            </w:r>
            <w:r w:rsidRPr="00D66F5C">
              <w:rPr>
                <w:sz w:val="24"/>
                <w:szCs w:val="24"/>
              </w:rPr>
              <w:t xml:space="preserve"> szeroką wiedzę na </w:t>
            </w:r>
            <w:r>
              <w:rPr>
                <w:sz w:val="24"/>
                <w:szCs w:val="24"/>
              </w:rPr>
              <w:t xml:space="preserve">temat </w:t>
            </w:r>
            <w:r w:rsidRPr="00D66F5C">
              <w:rPr>
                <w:sz w:val="24"/>
                <w:szCs w:val="24"/>
              </w:rPr>
              <w:t xml:space="preserve">struktur </w:t>
            </w:r>
            <w:r>
              <w:rPr>
                <w:sz w:val="24"/>
                <w:szCs w:val="24"/>
              </w:rPr>
              <w:t>Policji w Polsce.</w:t>
            </w:r>
          </w:p>
        </w:tc>
        <w:tc>
          <w:tcPr>
            <w:tcW w:w="1873" w:type="dxa"/>
          </w:tcPr>
          <w:p w14:paraId="4182A14A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E5C70" w:rsidRPr="009C54AE" w14:paraId="673E2921" w14:textId="77777777" w:rsidTr="00A37252">
        <w:tc>
          <w:tcPr>
            <w:tcW w:w="1418" w:type="dxa"/>
          </w:tcPr>
          <w:p w14:paraId="7EEB2F42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79" w:type="dxa"/>
          </w:tcPr>
          <w:p w14:paraId="1F80E1C0" w14:textId="77777777" w:rsidR="00D66F5C" w:rsidRPr="00D66F5C" w:rsidRDefault="00175954" w:rsidP="0088760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Potrafi prawidłowo identyfikować i interpretować zjawiska prawne i inne zachodzące w administracji oraz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wzajemne relacje z wykorzystaniem wiedzy w zakresie nauk administracyjnych i nauk o </w:t>
            </w:r>
            <w:r w:rsidR="0088760B">
              <w:rPr>
                <w:rFonts w:ascii="Corbel" w:hAnsi="Corbel"/>
                <w:sz w:val="24"/>
                <w:szCs w:val="24"/>
              </w:rPr>
              <w:t>policji</w:t>
            </w:r>
            <w:r w:rsidRPr="0017595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E615672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</w:tbl>
    <w:p w14:paraId="61065D03" w14:textId="77777777" w:rsidR="00A37252" w:rsidRDefault="00A37252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3E5C70" w:rsidRPr="009C54AE" w14:paraId="625E2278" w14:textId="77777777" w:rsidTr="00A37252">
        <w:tc>
          <w:tcPr>
            <w:tcW w:w="1418" w:type="dxa"/>
          </w:tcPr>
          <w:p w14:paraId="56BCCF66" w14:textId="185A734F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79" w:type="dxa"/>
          </w:tcPr>
          <w:p w14:paraId="246D51ED" w14:textId="77777777" w:rsidR="00D66F5C" w:rsidRPr="00F7169E" w:rsidRDefault="00175954" w:rsidP="00F716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75954">
              <w:rPr>
                <w:rFonts w:ascii="Corbel" w:hAnsi="Corbel"/>
                <w:sz w:val="24"/>
                <w:szCs w:val="24"/>
              </w:rPr>
              <w:t>Posiada umiejętność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 wykorzystania posiadanej wiedzy oraz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 w:rsidR="0008301F">
              <w:rPr>
                <w:rFonts w:ascii="Corbel" w:hAnsi="Corbel"/>
                <w:sz w:val="24"/>
                <w:szCs w:val="24"/>
              </w:rPr>
              <w:t xml:space="preserve">doboru źródeł i informacji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związanych z </w:t>
            </w:r>
            <w:r>
              <w:rPr>
                <w:rFonts w:ascii="Corbel" w:hAnsi="Corbel"/>
                <w:sz w:val="24"/>
                <w:szCs w:val="24"/>
              </w:rPr>
              <w:t>działalnością administracji policyjnej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oraz dostrzega </w:t>
            </w:r>
            <w:r w:rsidRPr="00175954">
              <w:rPr>
                <w:rFonts w:ascii="Corbel" w:hAnsi="Corbel"/>
                <w:sz w:val="24"/>
                <w:szCs w:val="24"/>
              </w:rPr>
              <w:t xml:space="preserve">rolę </w:t>
            </w:r>
            <w:r>
              <w:rPr>
                <w:rFonts w:ascii="Corbel" w:hAnsi="Corbel"/>
                <w:sz w:val="24"/>
                <w:szCs w:val="24"/>
              </w:rPr>
              <w:t xml:space="preserve">Policji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175954">
              <w:rPr>
                <w:rFonts w:ascii="Corbel" w:hAnsi="Corbel"/>
                <w:sz w:val="24"/>
                <w:szCs w:val="24"/>
              </w:rPr>
              <w:t xml:space="preserve">w organizacji państwa i współczesnego społeczeństwa,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a także potrafi </w:t>
            </w:r>
            <w:r w:rsidRPr="00175954">
              <w:rPr>
                <w:rFonts w:ascii="Corbel" w:hAnsi="Corbel"/>
                <w:sz w:val="24"/>
                <w:szCs w:val="24"/>
              </w:rPr>
              <w:t>formułować własne opinie na ten temat oraz stawiać hipotezy badawcze i je weryfikować.</w:t>
            </w:r>
          </w:p>
        </w:tc>
        <w:tc>
          <w:tcPr>
            <w:tcW w:w="1873" w:type="dxa"/>
          </w:tcPr>
          <w:p w14:paraId="10ECAAB9" w14:textId="77777777" w:rsidR="003E5C70" w:rsidRPr="009C54AE" w:rsidRDefault="00175954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3E5C70" w:rsidRPr="009C54AE" w14:paraId="29AB1745" w14:textId="77777777" w:rsidTr="00A37252">
        <w:tc>
          <w:tcPr>
            <w:tcW w:w="1418" w:type="dxa"/>
          </w:tcPr>
          <w:p w14:paraId="505D3653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379" w:type="dxa"/>
          </w:tcPr>
          <w:p w14:paraId="22F9FB1A" w14:textId="77777777" w:rsidR="00F7169E" w:rsidRPr="00F7169E" w:rsidRDefault="00F7169E" w:rsidP="00F7169E">
            <w:pPr>
              <w:pStyle w:val="TableParagraph"/>
              <w:ind w:left="34" w:right="97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Posiada umiejętność logicznego myślenia, analizy</w:t>
            </w:r>
            <w:r w:rsidRPr="00F7169E">
              <w:rPr>
                <w:spacing w:val="-4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1"/>
                <w:sz w:val="24"/>
                <w:szCs w:val="24"/>
              </w:rPr>
              <w:t> </w:t>
            </w:r>
            <w:r w:rsidRPr="00F7169E">
              <w:rPr>
                <w:sz w:val="24"/>
                <w:szCs w:val="24"/>
              </w:rPr>
              <w:t>syntezy,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dzięki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czemu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potrafi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przekonująco</w:t>
            </w:r>
            <w:r w:rsidRPr="00F7169E">
              <w:rPr>
                <w:spacing w:val="1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argumentować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interpretować</w:t>
            </w:r>
            <w:r w:rsidRPr="00F7169E">
              <w:rPr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zjawiska administracyjne,</w:t>
            </w:r>
          </w:p>
          <w:p w14:paraId="6B22CBF7" w14:textId="3A62A49F" w:rsidR="00F7169E" w:rsidRPr="00175954" w:rsidRDefault="6AA2C8A4" w:rsidP="5DE0D05F">
            <w:pPr>
              <w:spacing w:after="0"/>
              <w:ind w:left="34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>prawne,</w:t>
            </w:r>
            <w:r w:rsidRPr="00F7169E">
              <w:rPr>
                <w:rFonts w:ascii="Corbel" w:hAnsi="Corbel"/>
                <w:spacing w:val="-5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społeczne,</w:t>
            </w:r>
            <w:r w:rsidRPr="00F7169E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polityczne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i ekonomiczne</w:t>
            </w:r>
            <w:r w:rsidRPr="00F7169E"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zachodzące </w:t>
            </w:r>
            <w:r w:rsidR="00F7169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w działalności Policji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sytuacjach decyzyjnych</w:t>
            </w:r>
            <w:r>
              <w:rPr>
                <w:rFonts w:ascii="Corbel" w:hAnsi="Corbel"/>
                <w:sz w:val="24"/>
                <w:szCs w:val="24"/>
              </w:rPr>
              <w:t xml:space="preserve"> z zakresu ochrony bezpieczeństwa ludzi oraz utrzymania bezpieczeństwa i porządku publicznego.</w:t>
            </w:r>
          </w:p>
        </w:tc>
        <w:tc>
          <w:tcPr>
            <w:tcW w:w="1873" w:type="dxa"/>
          </w:tcPr>
          <w:p w14:paraId="30F7B36D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E5C70" w:rsidRPr="009C54AE" w14:paraId="48A4D6A2" w14:textId="77777777" w:rsidTr="00A37252">
        <w:tc>
          <w:tcPr>
            <w:tcW w:w="1418" w:type="dxa"/>
          </w:tcPr>
          <w:p w14:paraId="23A86E29" w14:textId="77777777" w:rsidR="003E5C70" w:rsidRPr="009C54AE" w:rsidRDefault="003E5C70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379" w:type="dxa"/>
          </w:tcPr>
          <w:p w14:paraId="0F96E84C" w14:textId="77777777" w:rsidR="00F7169E" w:rsidRPr="00F7169E" w:rsidRDefault="00F7169E" w:rsidP="00F7169E">
            <w:pPr>
              <w:pStyle w:val="TableParagraph"/>
              <w:spacing w:before="1"/>
              <w:ind w:left="34"/>
              <w:jc w:val="both"/>
              <w:rPr>
                <w:sz w:val="24"/>
                <w:szCs w:val="24"/>
              </w:rPr>
            </w:pPr>
            <w:r w:rsidRPr="00F7169E">
              <w:rPr>
                <w:sz w:val="24"/>
                <w:szCs w:val="24"/>
              </w:rPr>
              <w:t>Jest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gotowy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samodzielnie</w:t>
            </w:r>
            <w:r w:rsidRPr="00F7169E">
              <w:rPr>
                <w:spacing w:val="2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i</w:t>
            </w:r>
            <w:r w:rsidRPr="00F7169E">
              <w:rPr>
                <w:spacing w:val="4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krytycznie</w:t>
            </w:r>
            <w:r w:rsidRPr="00F7169E">
              <w:rPr>
                <w:spacing w:val="5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uzupełniać</w:t>
            </w:r>
            <w:r w:rsidRPr="00F7169E">
              <w:rPr>
                <w:spacing w:val="6"/>
                <w:sz w:val="24"/>
                <w:szCs w:val="24"/>
              </w:rPr>
              <w:t xml:space="preserve"> </w:t>
            </w:r>
            <w:r w:rsidRPr="00F7169E">
              <w:rPr>
                <w:sz w:val="24"/>
                <w:szCs w:val="24"/>
              </w:rPr>
              <w:t>wiedzę</w:t>
            </w:r>
            <w:r>
              <w:rPr>
                <w:sz w:val="24"/>
                <w:szCs w:val="24"/>
              </w:rPr>
              <w:t xml:space="preserve"> z zakresu administracyjnoprawnych zagadnień prawa policyjnego z uwzględnieniem aspektów interdyscyplinarnych.</w:t>
            </w:r>
          </w:p>
        </w:tc>
        <w:tc>
          <w:tcPr>
            <w:tcW w:w="1873" w:type="dxa"/>
          </w:tcPr>
          <w:p w14:paraId="2B5A7770" w14:textId="77777777" w:rsidR="003E5C70" w:rsidRPr="009C54AE" w:rsidRDefault="00802262" w:rsidP="005363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08301F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9C4B2A" w:rsidRPr="009C54AE" w14:paraId="7EA3F4D5" w14:textId="77777777" w:rsidTr="00A37252">
        <w:tc>
          <w:tcPr>
            <w:tcW w:w="1418" w:type="dxa"/>
          </w:tcPr>
          <w:p w14:paraId="76CAE19C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379" w:type="dxa"/>
          </w:tcPr>
          <w:p w14:paraId="603E18ED" w14:textId="77777777" w:rsidR="00F7169E" w:rsidRPr="00F7169E" w:rsidRDefault="00F7169E" w:rsidP="00F7169E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9E">
              <w:rPr>
                <w:rFonts w:ascii="Corbel" w:hAnsi="Corbel"/>
                <w:sz w:val="24"/>
                <w:szCs w:val="24"/>
              </w:rPr>
              <w:t xml:space="preserve">Jest zdolny do samodzielnego </w:t>
            </w:r>
            <w:r>
              <w:rPr>
                <w:rFonts w:ascii="Corbel" w:hAnsi="Corbel"/>
                <w:sz w:val="24"/>
                <w:szCs w:val="24"/>
              </w:rPr>
              <w:t>rozwią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zywania 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>podstawowych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problemów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administracyjnych,</w:t>
            </w:r>
            <w:r w:rsidRPr="00F7169E"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prawnych</w:t>
            </w:r>
            <w:r w:rsidRPr="00F7169E"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i etycznych</w:t>
            </w:r>
            <w:r w:rsidRPr="00F7169E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związanych</w:t>
            </w:r>
            <w:r w:rsidRPr="00F7169E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>z</w:t>
            </w:r>
            <w:r w:rsidRPr="00F7169E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Pr="00F7169E">
              <w:rPr>
                <w:rFonts w:ascii="Corbel" w:hAnsi="Corbel"/>
                <w:sz w:val="24"/>
                <w:szCs w:val="24"/>
              </w:rPr>
              <w:t xml:space="preserve">funkcjonowaniem struktur </w:t>
            </w:r>
            <w:r>
              <w:rPr>
                <w:rFonts w:ascii="Corbel" w:hAnsi="Corbel"/>
                <w:sz w:val="24"/>
                <w:szCs w:val="24"/>
              </w:rPr>
              <w:t>policyjnych ze szczególnym uwzględnieniem Policji.</w:t>
            </w:r>
          </w:p>
        </w:tc>
        <w:tc>
          <w:tcPr>
            <w:tcW w:w="1873" w:type="dxa"/>
          </w:tcPr>
          <w:p w14:paraId="494F34A8" w14:textId="77777777" w:rsidR="009C4B2A" w:rsidRPr="009C54AE" w:rsidRDefault="009C4B2A" w:rsidP="00715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="0085747A" w:rsidRPr="009C54AE" w14:paraId="0ADFF599" w14:textId="77777777" w:rsidTr="00A37252">
        <w:tc>
          <w:tcPr>
            <w:tcW w:w="1418" w:type="dxa"/>
          </w:tcPr>
          <w:p w14:paraId="72F48D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C4B2A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379" w:type="dxa"/>
          </w:tcPr>
          <w:p w14:paraId="2AE49C80" w14:textId="199237F3" w:rsidR="00F7169E" w:rsidRPr="009B53B2" w:rsidRDefault="6AA2C8A4" w:rsidP="009B53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53B2">
              <w:rPr>
                <w:rFonts w:ascii="Corbel" w:hAnsi="Corbel"/>
                <w:sz w:val="24"/>
                <w:szCs w:val="24"/>
              </w:rPr>
              <w:t>Uczestniczy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przygotowaniu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projektów,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uwzględnieniem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wiedzy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umiejętności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zdobytych</w:t>
            </w:r>
            <w:r w:rsidRPr="009B53B2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 w:rsidRPr="009B53B2">
              <w:rPr>
                <w:rFonts w:ascii="Corbel" w:hAnsi="Corbel"/>
                <w:sz w:val="24"/>
                <w:szCs w:val="24"/>
              </w:rPr>
              <w:t>trakcie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studiów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oraz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jest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gotowy</w:t>
            </w:r>
            <w:r w:rsidRPr="009B53B2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9B53B2">
              <w:rPr>
                <w:rFonts w:ascii="Corbel" w:hAnsi="Corbel"/>
                <w:sz w:val="24"/>
                <w:szCs w:val="24"/>
              </w:rPr>
              <w:t>działać</w:t>
            </w:r>
            <w:r w:rsidR="67D3E5F8" w:rsidRPr="009B53B2">
              <w:rPr>
                <w:rFonts w:ascii="Corbel" w:hAnsi="Corbel"/>
                <w:sz w:val="24"/>
                <w:szCs w:val="24"/>
              </w:rPr>
              <w:t xml:space="preserve"> </w:t>
            </w:r>
            <w:r w:rsidR="0F05F3A7">
              <w:rPr>
                <w:rFonts w:ascii="Corbel" w:hAnsi="Corbel"/>
                <w:spacing w:val="1"/>
                <w:sz w:val="24"/>
                <w:szCs w:val="24"/>
              </w:rPr>
              <w:t xml:space="preserve">na rzecz warunków bezpiecznej egzystencji </w:t>
            </w:r>
            <w:r w:rsidR="0F05F3A7">
              <w:rPr>
                <w:rFonts w:ascii="Corbel" w:hAnsi="Corbel"/>
                <w:sz w:val="24"/>
                <w:szCs w:val="24"/>
              </w:rPr>
              <w:t>grup społecznych i osób fizycznych w instytucjach o charakterze policyjnym.</w:t>
            </w:r>
          </w:p>
        </w:tc>
        <w:tc>
          <w:tcPr>
            <w:tcW w:w="1873" w:type="dxa"/>
          </w:tcPr>
          <w:p w14:paraId="1F5494DF" w14:textId="77777777" w:rsidR="0085747A" w:rsidRPr="009C54AE" w:rsidRDefault="008022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C4B2A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</w:tbl>
    <w:p w14:paraId="4CDDA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3A2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78933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9308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8075"/>
        <w:gridCol w:w="820"/>
      </w:tblGrid>
      <w:tr w:rsidR="0085747A" w:rsidRPr="009C54AE" w14:paraId="729887E0" w14:textId="77777777" w:rsidTr="73DCA6DD">
        <w:tc>
          <w:tcPr>
            <w:tcW w:w="9698" w:type="dxa"/>
            <w:gridSpan w:val="3"/>
          </w:tcPr>
          <w:p w14:paraId="24C9F3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6C19" w:rsidRPr="00E71969" w14:paraId="1CB4C259" w14:textId="77777777" w:rsidTr="73DCA6DD">
        <w:trPr>
          <w:trHeight w:val="325"/>
        </w:trPr>
        <w:tc>
          <w:tcPr>
            <w:tcW w:w="803" w:type="dxa"/>
          </w:tcPr>
          <w:p w14:paraId="60A1A3FE" w14:textId="77777777" w:rsidR="00456C19" w:rsidRPr="00E71969" w:rsidRDefault="00456C19" w:rsidP="00E7196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341D3EC9" w14:textId="7CC16B1D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Pojęcie i zakres prawa policyjnego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60FE73FE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21BD113F" w14:textId="77777777" w:rsidTr="73DCA6DD">
        <w:trPr>
          <w:trHeight w:val="263"/>
        </w:trPr>
        <w:tc>
          <w:tcPr>
            <w:tcW w:w="803" w:type="dxa"/>
          </w:tcPr>
          <w:p w14:paraId="5D909976" w14:textId="77777777" w:rsidR="00456C19" w:rsidRPr="00E71969" w:rsidRDefault="00456C19" w:rsidP="00E71969">
            <w:pPr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0F5C2880" w14:textId="2337305C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Geneza prawa policyjnego. Rozwój służb policyjnych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5D8A67CD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6AACF51B" w14:textId="77777777" w:rsidTr="73DCA6DD">
        <w:trPr>
          <w:trHeight w:val="262"/>
        </w:trPr>
        <w:tc>
          <w:tcPr>
            <w:tcW w:w="803" w:type="dxa"/>
          </w:tcPr>
          <w:p w14:paraId="6D4B5555" w14:textId="77777777" w:rsidR="00456C19" w:rsidRPr="00E71969" w:rsidRDefault="00456C19" w:rsidP="00E71969">
            <w:pPr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7E158799" w14:textId="5E057575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Warunki społe</w:t>
            </w:r>
            <w:r w:rsidR="00E71969" w:rsidRPr="00E71969">
              <w:rPr>
                <w:rFonts w:ascii="Corbel" w:eastAsia="Cambria" w:hAnsi="Corbel"/>
                <w:sz w:val="24"/>
                <w:szCs w:val="24"/>
              </w:rPr>
              <w:t>czno-prawne powstania Policji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  <w:r w:rsidRPr="00E71969">
              <w:rPr>
                <w:rFonts w:ascii="Corbel" w:eastAsia="Cambria" w:hAnsi="Corbel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820" w:type="dxa"/>
          </w:tcPr>
          <w:p w14:paraId="1B00042D" w14:textId="77777777" w:rsidR="00456C19" w:rsidRPr="00E71969" w:rsidRDefault="00D67103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56C19" w:rsidRPr="00E71969" w14:paraId="7BFF743B" w14:textId="77777777" w:rsidTr="73DCA6DD">
        <w:trPr>
          <w:trHeight w:val="315"/>
        </w:trPr>
        <w:tc>
          <w:tcPr>
            <w:tcW w:w="803" w:type="dxa"/>
          </w:tcPr>
          <w:p w14:paraId="084406F2" w14:textId="77777777" w:rsidR="00456C19" w:rsidRPr="00E71969" w:rsidRDefault="00456C19" w:rsidP="00E71969">
            <w:pPr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34CB283D" w14:textId="1277DFC0" w:rsidR="00456C19" w:rsidRPr="00E71969" w:rsidRDefault="5F1A5361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3DCA6DD">
              <w:rPr>
                <w:rFonts w:ascii="Corbel" w:eastAsia="Cambria" w:hAnsi="Corbel"/>
                <w:sz w:val="24"/>
                <w:szCs w:val="24"/>
              </w:rPr>
              <w:t>Podstawowe cele i zadania Policji. Programy prewencyjne Policji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0D37A15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1969" w:rsidRPr="00E71969" w14:paraId="35A62EFA" w14:textId="77777777" w:rsidTr="73DCA6DD">
        <w:trPr>
          <w:trHeight w:val="262"/>
        </w:trPr>
        <w:tc>
          <w:tcPr>
            <w:tcW w:w="803" w:type="dxa"/>
          </w:tcPr>
          <w:p w14:paraId="121AFE56" w14:textId="77777777" w:rsidR="00E71969" w:rsidRPr="00E71969" w:rsidRDefault="00E7196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309BE94F" w14:textId="1BCF7EDA" w:rsidR="00E71969" w:rsidRPr="00E71969" w:rsidRDefault="00E7196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Organy Policji i ich kompetencje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68523AC9" w14:textId="77777777" w:rsidR="00E71969" w:rsidRPr="00E71969" w:rsidRDefault="00E7196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1F97302A" w14:textId="77777777" w:rsidTr="73DCA6DD">
        <w:trPr>
          <w:trHeight w:val="262"/>
        </w:trPr>
        <w:tc>
          <w:tcPr>
            <w:tcW w:w="803" w:type="dxa"/>
          </w:tcPr>
          <w:p w14:paraId="4364ED42" w14:textId="77777777" w:rsidR="00456C19" w:rsidRPr="00E71969" w:rsidRDefault="00456C1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11EEDEE9" w14:textId="4BF198F8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Jednostki Policji i ich zadania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13EA53A2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0E05E358" w14:textId="77777777" w:rsidTr="73DCA6DD">
        <w:trPr>
          <w:trHeight w:val="250"/>
        </w:trPr>
        <w:tc>
          <w:tcPr>
            <w:tcW w:w="803" w:type="dxa"/>
          </w:tcPr>
          <w:p w14:paraId="061F8B96" w14:textId="77777777" w:rsidR="00456C19" w:rsidRPr="00E71969" w:rsidRDefault="00456C1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033AA22F" w14:textId="0E862CBA" w:rsidR="00456C19" w:rsidRPr="00E71969" w:rsidRDefault="00456C19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Zasady organizacji i funkcjonowania Policji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B6C8A63" w14:textId="77777777" w:rsidR="00456C19" w:rsidRPr="00E71969" w:rsidRDefault="00456C19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6C19" w:rsidRPr="00E71969" w14:paraId="5EC78479" w14:textId="77777777" w:rsidTr="73DCA6DD">
        <w:trPr>
          <w:trHeight w:val="262"/>
        </w:trPr>
        <w:tc>
          <w:tcPr>
            <w:tcW w:w="803" w:type="dxa"/>
          </w:tcPr>
          <w:p w14:paraId="12EF5640" w14:textId="77777777" w:rsidR="00456C19" w:rsidRPr="00E71969" w:rsidRDefault="00456C19" w:rsidP="00E71969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  <w:tc>
          <w:tcPr>
            <w:tcW w:w="8075" w:type="dxa"/>
          </w:tcPr>
          <w:p w14:paraId="02CCA055" w14:textId="4C6E8BC0" w:rsidR="00456C19" w:rsidRPr="00E71969" w:rsidRDefault="5F1A5361" w:rsidP="00E71969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3DCA6DD">
              <w:rPr>
                <w:rFonts w:ascii="Corbel" w:eastAsia="Cambria" w:hAnsi="Corbel"/>
                <w:sz w:val="24"/>
                <w:szCs w:val="24"/>
              </w:rPr>
              <w:t>Czynności podejmowane przez Policję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F2F9080" w14:textId="77777777" w:rsidR="00456C19" w:rsidRPr="00E71969" w:rsidRDefault="00D67103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52F" w:rsidRPr="00E71969" w14:paraId="1416DB0E" w14:textId="77777777" w:rsidTr="73DCA6DD">
        <w:trPr>
          <w:trHeight w:val="351"/>
        </w:trPr>
        <w:tc>
          <w:tcPr>
            <w:tcW w:w="8878" w:type="dxa"/>
            <w:gridSpan w:val="2"/>
          </w:tcPr>
          <w:p w14:paraId="2731FE2F" w14:textId="77777777" w:rsidR="0068152F" w:rsidRPr="00E71969" w:rsidRDefault="0068152F" w:rsidP="00D67103">
            <w:pPr>
              <w:spacing w:line="240" w:lineRule="auto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820" w:type="dxa"/>
          </w:tcPr>
          <w:p w14:paraId="43F11DF3" w14:textId="77777777" w:rsidR="0068152F" w:rsidRPr="00E71969" w:rsidRDefault="0068152F" w:rsidP="00E7196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4BDE71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0AF2E6" w14:textId="5883C594" w:rsidR="0085747A" w:rsidRDefault="00A1170E" w:rsidP="00A1170E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6B6455DD">
        <w:rPr>
          <w:rFonts w:ascii="Corbel" w:hAnsi="Corbel"/>
          <w:sz w:val="24"/>
          <w:szCs w:val="24"/>
        </w:rPr>
        <w:t>Problematyka ćwiczeń, konwersator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laborator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zajęć praktycznych</w:t>
      </w:r>
    </w:p>
    <w:p w14:paraId="70A277E1" w14:textId="77777777" w:rsidR="00A1170E" w:rsidRPr="009C54AE" w:rsidRDefault="00A1170E" w:rsidP="00A1170E">
      <w:pPr>
        <w:pStyle w:val="Akapitzlist"/>
        <w:spacing w:after="120"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075"/>
        <w:gridCol w:w="820"/>
      </w:tblGrid>
      <w:tr w:rsidR="0085747A" w:rsidRPr="009C54AE" w14:paraId="57CA7E60" w14:textId="77777777" w:rsidTr="5DE0D05F">
        <w:tc>
          <w:tcPr>
            <w:tcW w:w="9746" w:type="dxa"/>
            <w:gridSpan w:val="3"/>
          </w:tcPr>
          <w:p w14:paraId="071550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7103" w:rsidRPr="00E71969" w14:paraId="6986DCD3" w14:textId="77777777" w:rsidTr="5DE0D05F">
        <w:trPr>
          <w:trHeight w:val="262"/>
        </w:trPr>
        <w:tc>
          <w:tcPr>
            <w:tcW w:w="851" w:type="dxa"/>
          </w:tcPr>
          <w:p w14:paraId="0E5F0CE8" w14:textId="77777777" w:rsidR="00D67103" w:rsidRPr="00D67103" w:rsidRDefault="00D67103" w:rsidP="00D67103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1.</w:t>
            </w:r>
          </w:p>
        </w:tc>
        <w:tc>
          <w:tcPr>
            <w:tcW w:w="8075" w:type="dxa"/>
          </w:tcPr>
          <w:p w14:paraId="6F7EE690" w14:textId="47F416B9" w:rsidR="00D67103" w:rsidRPr="00E71969" w:rsidRDefault="00D67103" w:rsidP="00715414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Organy Policji i ich kompetencje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2600AAF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7103" w:rsidRPr="00E71969" w14:paraId="6E52E487" w14:textId="77777777" w:rsidTr="5DE0D05F">
        <w:trPr>
          <w:trHeight w:val="262"/>
        </w:trPr>
        <w:tc>
          <w:tcPr>
            <w:tcW w:w="851" w:type="dxa"/>
          </w:tcPr>
          <w:p w14:paraId="75D2713A" w14:textId="77777777" w:rsidR="00D67103" w:rsidRPr="00D67103" w:rsidRDefault="00D67103" w:rsidP="00D67103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2.</w:t>
            </w:r>
          </w:p>
        </w:tc>
        <w:tc>
          <w:tcPr>
            <w:tcW w:w="8075" w:type="dxa"/>
          </w:tcPr>
          <w:p w14:paraId="254EB176" w14:textId="2557B33C" w:rsidR="00D67103" w:rsidRPr="00E71969" w:rsidRDefault="00D67103" w:rsidP="00715414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Jednostki Policji i ich zadania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56FACB37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7103" w:rsidRPr="00E71969" w14:paraId="24E76C6F" w14:textId="77777777" w:rsidTr="5DE0D05F">
        <w:trPr>
          <w:trHeight w:val="250"/>
        </w:trPr>
        <w:tc>
          <w:tcPr>
            <w:tcW w:w="851" w:type="dxa"/>
          </w:tcPr>
          <w:p w14:paraId="7D16104A" w14:textId="77777777" w:rsidR="00D67103" w:rsidRPr="00D67103" w:rsidRDefault="00D67103" w:rsidP="00D67103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3.</w:t>
            </w:r>
          </w:p>
        </w:tc>
        <w:tc>
          <w:tcPr>
            <w:tcW w:w="8075" w:type="dxa"/>
          </w:tcPr>
          <w:p w14:paraId="527BF3D2" w14:textId="3083B99F" w:rsidR="00D67103" w:rsidRPr="00E71969" w:rsidRDefault="00D67103" w:rsidP="00715414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Zasady organizacji i funkcjonowania Policji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845B2C0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67103" w:rsidRPr="00E71969" w14:paraId="004A5690" w14:textId="77777777" w:rsidTr="5DE0D05F">
        <w:trPr>
          <w:trHeight w:val="262"/>
        </w:trPr>
        <w:tc>
          <w:tcPr>
            <w:tcW w:w="851" w:type="dxa"/>
          </w:tcPr>
          <w:p w14:paraId="5D379B64" w14:textId="77777777" w:rsidR="00D67103" w:rsidRPr="00D67103" w:rsidRDefault="00D67103" w:rsidP="00D67103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4.</w:t>
            </w:r>
          </w:p>
        </w:tc>
        <w:tc>
          <w:tcPr>
            <w:tcW w:w="8075" w:type="dxa"/>
          </w:tcPr>
          <w:p w14:paraId="39512697" w14:textId="2AA34BC3" w:rsidR="00D67103" w:rsidRPr="00E71969" w:rsidRDefault="00D67103" w:rsidP="00715414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DE0D05F">
              <w:rPr>
                <w:rFonts w:ascii="Corbel" w:eastAsia="Cambria" w:hAnsi="Corbel"/>
                <w:sz w:val="24"/>
                <w:szCs w:val="24"/>
              </w:rPr>
              <w:t>Czynności podejmowane przez Policję</w:t>
            </w:r>
            <w:r w:rsidR="68544A58" w:rsidRPr="5DE0D05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794251D5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7103" w:rsidRPr="00E71969" w14:paraId="6AFBC38C" w14:textId="77777777" w:rsidTr="5DE0D05F">
        <w:trPr>
          <w:trHeight w:val="250"/>
        </w:trPr>
        <w:tc>
          <w:tcPr>
            <w:tcW w:w="851" w:type="dxa"/>
          </w:tcPr>
          <w:p w14:paraId="3EE7814B" w14:textId="77777777" w:rsidR="00D67103" w:rsidRPr="00D67103" w:rsidRDefault="00D67103" w:rsidP="00D67103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5.</w:t>
            </w:r>
          </w:p>
        </w:tc>
        <w:tc>
          <w:tcPr>
            <w:tcW w:w="8075" w:type="dxa"/>
          </w:tcPr>
          <w:p w14:paraId="5257EFD1" w14:textId="47795BDE" w:rsidR="00D67103" w:rsidRPr="00E71969" w:rsidRDefault="00D67103" w:rsidP="00715414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Uprawnienia służbowe policjantów i stosowane przez nich środki przymusu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1297F76D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7103" w:rsidRPr="00E71969" w14:paraId="57838D84" w14:textId="77777777" w:rsidTr="5DE0D05F">
        <w:trPr>
          <w:trHeight w:val="275"/>
        </w:trPr>
        <w:tc>
          <w:tcPr>
            <w:tcW w:w="851" w:type="dxa"/>
          </w:tcPr>
          <w:p w14:paraId="5789BF7A" w14:textId="77777777" w:rsidR="00D67103" w:rsidRPr="00D67103" w:rsidRDefault="00D67103" w:rsidP="00D67103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6</w:t>
            </w:r>
          </w:p>
        </w:tc>
        <w:tc>
          <w:tcPr>
            <w:tcW w:w="8075" w:type="dxa"/>
          </w:tcPr>
          <w:p w14:paraId="5A83A1A1" w14:textId="15C6289F" w:rsidR="00D67103" w:rsidRPr="00E71969" w:rsidRDefault="00D67103" w:rsidP="00715414">
            <w:pPr>
              <w:spacing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Finansowanie Policji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06DC966D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7103" w:rsidRPr="00E71969" w14:paraId="70D0ED97" w14:textId="77777777" w:rsidTr="5DE0D05F">
        <w:trPr>
          <w:trHeight w:val="835"/>
        </w:trPr>
        <w:tc>
          <w:tcPr>
            <w:tcW w:w="851" w:type="dxa"/>
          </w:tcPr>
          <w:p w14:paraId="58A73463" w14:textId="4C2B2896" w:rsidR="00D67103" w:rsidRPr="00E71969" w:rsidRDefault="00D67103" w:rsidP="00A3725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7.</w:t>
            </w:r>
          </w:p>
        </w:tc>
        <w:tc>
          <w:tcPr>
            <w:tcW w:w="8075" w:type="dxa"/>
          </w:tcPr>
          <w:p w14:paraId="6BF973D0" w14:textId="1A3C69DD" w:rsidR="00D67103" w:rsidRPr="00E71969" w:rsidRDefault="00D67103" w:rsidP="000E047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 xml:space="preserve">Współdziałanie i współpraca Policji z jednostkami samorządu terytorialnego 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br/>
            </w:r>
            <w:r w:rsidRPr="00E71969">
              <w:rPr>
                <w:rFonts w:ascii="Corbel" w:eastAsia="Cambria" w:hAnsi="Corbel"/>
                <w:sz w:val="24"/>
                <w:szCs w:val="24"/>
              </w:rPr>
              <w:t>i innymi podmiotami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5BDCD970" w14:textId="77777777" w:rsidR="00D67103" w:rsidRPr="00E71969" w:rsidRDefault="00D67103" w:rsidP="007154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28E86AA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7103" w:rsidRPr="00E71969" w14:paraId="2EC0F5FA" w14:textId="77777777" w:rsidTr="5DE0D05F">
        <w:trPr>
          <w:trHeight w:val="363"/>
        </w:trPr>
        <w:tc>
          <w:tcPr>
            <w:tcW w:w="851" w:type="dxa"/>
          </w:tcPr>
          <w:p w14:paraId="1A379EC9" w14:textId="77777777" w:rsidR="00D67103" w:rsidRPr="00D67103" w:rsidRDefault="00D67103" w:rsidP="00D67103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8.</w:t>
            </w:r>
          </w:p>
        </w:tc>
        <w:tc>
          <w:tcPr>
            <w:tcW w:w="8075" w:type="dxa"/>
          </w:tcPr>
          <w:p w14:paraId="62D35245" w14:textId="1AB60DC4" w:rsidR="00D67103" w:rsidRPr="00E71969" w:rsidRDefault="00D67103" w:rsidP="00715414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Stosunek służbowy policjanta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60080552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67103" w:rsidRPr="00E71969" w14:paraId="6237F1C8" w14:textId="77777777" w:rsidTr="5DE0D05F">
        <w:trPr>
          <w:trHeight w:val="313"/>
        </w:trPr>
        <w:tc>
          <w:tcPr>
            <w:tcW w:w="851" w:type="dxa"/>
          </w:tcPr>
          <w:p w14:paraId="3BA953D5" w14:textId="77777777" w:rsidR="00D67103" w:rsidRPr="0068152F" w:rsidRDefault="00D67103" w:rsidP="0068152F">
            <w:r>
              <w:t>9.</w:t>
            </w:r>
          </w:p>
        </w:tc>
        <w:tc>
          <w:tcPr>
            <w:tcW w:w="8075" w:type="dxa"/>
          </w:tcPr>
          <w:p w14:paraId="6A01EE50" w14:textId="553AE0CF" w:rsidR="00D67103" w:rsidRPr="00E71969" w:rsidRDefault="00D67103" w:rsidP="00715414">
            <w:pPr>
              <w:spacing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E71969">
              <w:rPr>
                <w:rFonts w:ascii="Corbel" w:eastAsia="Cambria" w:hAnsi="Corbel"/>
                <w:sz w:val="24"/>
                <w:szCs w:val="24"/>
              </w:rPr>
              <w:t>Zasady etyki zawodowej</w:t>
            </w:r>
            <w:r w:rsidR="000E0477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820" w:type="dxa"/>
          </w:tcPr>
          <w:p w14:paraId="67206E64" w14:textId="77777777" w:rsidR="00D67103" w:rsidRPr="00E71969" w:rsidRDefault="00D67103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9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52F" w:rsidRPr="00E71969" w14:paraId="1BDC163B" w14:textId="77777777" w:rsidTr="5DE0D05F">
        <w:trPr>
          <w:trHeight w:val="313"/>
        </w:trPr>
        <w:tc>
          <w:tcPr>
            <w:tcW w:w="8926" w:type="dxa"/>
            <w:gridSpan w:val="2"/>
          </w:tcPr>
          <w:p w14:paraId="17435E60" w14:textId="77777777" w:rsidR="0068152F" w:rsidRPr="00E71969" w:rsidRDefault="0068152F" w:rsidP="00D67103">
            <w:pPr>
              <w:spacing w:line="240" w:lineRule="auto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820" w:type="dxa"/>
          </w:tcPr>
          <w:p w14:paraId="0E883EC0" w14:textId="77777777" w:rsidR="0068152F" w:rsidRPr="00E71969" w:rsidRDefault="0068152F" w:rsidP="00715414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654D9E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B4BF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6D07C9" w14:textId="77777777" w:rsidR="00A1170E" w:rsidRPr="00CC172A" w:rsidRDefault="00A1170E" w:rsidP="00A1170E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CC172A">
        <w:rPr>
          <w:rFonts w:ascii="Corbel" w:hAnsi="Corbel"/>
          <w:smallCaps w:val="0"/>
          <w:szCs w:val="24"/>
        </w:rPr>
        <w:t>Wykład:</w:t>
      </w:r>
      <w:r w:rsidRPr="00CC172A">
        <w:rPr>
          <w:rFonts w:ascii="Corbel" w:hAnsi="Corbel"/>
          <w:b w:val="0"/>
          <w:smallCaps w:val="0"/>
          <w:szCs w:val="24"/>
        </w:rPr>
        <w:t xml:space="preserve"> wykład problemowy, </w:t>
      </w:r>
      <w:r w:rsidRPr="001553B7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CC172A">
        <w:rPr>
          <w:rFonts w:ascii="Corbel" w:hAnsi="Corbel"/>
          <w:b w:val="0"/>
          <w:smallCaps w:val="0"/>
          <w:szCs w:val="24"/>
        </w:rPr>
        <w:t xml:space="preserve">analiza i interpretacja tekstów źródłowych. </w:t>
      </w:r>
    </w:p>
    <w:p w14:paraId="10D0678A" w14:textId="77777777" w:rsidR="00A1170E" w:rsidRDefault="00A1170E" w:rsidP="00A1170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C172A">
        <w:rPr>
          <w:rFonts w:ascii="Corbel" w:hAnsi="Corbel"/>
          <w:smallCaps w:val="0"/>
          <w:szCs w:val="24"/>
        </w:rPr>
        <w:t>Ćwiczenia:</w:t>
      </w:r>
      <w:r w:rsidRPr="00CC172A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</w:t>
      </w:r>
      <w:r>
        <w:rPr>
          <w:rFonts w:ascii="Corbel" w:hAnsi="Corbel"/>
          <w:b w:val="0"/>
          <w:smallCaps w:val="0"/>
          <w:szCs w:val="24"/>
        </w:rPr>
        <w:br/>
      </w:r>
      <w:r w:rsidRPr="00CC172A">
        <w:rPr>
          <w:rFonts w:ascii="Corbel" w:hAnsi="Corbel"/>
          <w:b w:val="0"/>
          <w:smallCaps w:val="0"/>
          <w:szCs w:val="24"/>
        </w:rPr>
        <w:t>i interpretacja tekstów źródłowych oraz wybranych orzeczeń.</w:t>
      </w:r>
    </w:p>
    <w:p w14:paraId="43A3C0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0D613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5839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84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85FE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95"/>
        <w:gridCol w:w="2126"/>
      </w:tblGrid>
      <w:tr w:rsidR="0085747A" w:rsidRPr="009C54AE" w14:paraId="1A910CFA" w14:textId="77777777" w:rsidTr="00A37252">
        <w:tc>
          <w:tcPr>
            <w:tcW w:w="1418" w:type="dxa"/>
            <w:vAlign w:val="center"/>
          </w:tcPr>
          <w:p w14:paraId="4784A7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470FEA62" w14:textId="661BD4DB" w:rsidR="0085747A" w:rsidRPr="009C54AE" w:rsidRDefault="00A84C85" w:rsidP="73DCA6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000C490"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489F7FA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F1F40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2B84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1170E" w:rsidRPr="00602CE2" w14:paraId="53F16FBF" w14:textId="77777777" w:rsidTr="00A37252">
        <w:tc>
          <w:tcPr>
            <w:tcW w:w="1418" w:type="dxa"/>
          </w:tcPr>
          <w:p w14:paraId="49AB8805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2C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095" w:type="dxa"/>
          </w:tcPr>
          <w:p w14:paraId="548E004E" w14:textId="40C10D9C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66AE9E07" w14:textId="7330933B" w:rsidR="00A1170E" w:rsidRPr="00602CE2" w:rsidRDefault="00A1170E" w:rsidP="00A1170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w/ćw.</w:t>
            </w:r>
          </w:p>
        </w:tc>
      </w:tr>
      <w:tr w:rsidR="00A1170E" w:rsidRPr="00602CE2" w14:paraId="63DF0EBE" w14:textId="77777777" w:rsidTr="00A37252">
        <w:tc>
          <w:tcPr>
            <w:tcW w:w="1418" w:type="dxa"/>
          </w:tcPr>
          <w:p w14:paraId="7058E03B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2CE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095" w:type="dxa"/>
          </w:tcPr>
          <w:p w14:paraId="1C9F1C37" w14:textId="4933EA12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1F0A294C" w14:textId="372137E7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71043147" w14:textId="77777777" w:rsidTr="00A37252">
        <w:tc>
          <w:tcPr>
            <w:tcW w:w="1418" w:type="dxa"/>
          </w:tcPr>
          <w:p w14:paraId="7F456975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24EBB6ED" w14:textId="6F9E5543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01D55AAC" w14:textId="08A4547D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3138E42B" w14:textId="77777777" w:rsidTr="00A37252">
        <w:tc>
          <w:tcPr>
            <w:tcW w:w="1418" w:type="dxa"/>
          </w:tcPr>
          <w:p w14:paraId="48E364DC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56A12443" w14:textId="5E18A3F1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7EF8FE18" w14:textId="2A7E7EFC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783A7566" w14:textId="77777777" w:rsidTr="00A37252">
        <w:tc>
          <w:tcPr>
            <w:tcW w:w="1418" w:type="dxa"/>
          </w:tcPr>
          <w:p w14:paraId="6E960C6D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0D67A464" w14:textId="651F6EE3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5C1A4E4B" w14:textId="60E9EBFC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55B1E361" w14:textId="77777777" w:rsidTr="00A37252">
        <w:tc>
          <w:tcPr>
            <w:tcW w:w="1418" w:type="dxa"/>
          </w:tcPr>
          <w:p w14:paraId="75B6C84E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095" w:type="dxa"/>
          </w:tcPr>
          <w:p w14:paraId="002F5B17" w14:textId="6E85737E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3C6337C" w14:textId="00FAF2D2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3A78BCD0" w14:textId="77777777" w:rsidTr="00A37252">
        <w:tc>
          <w:tcPr>
            <w:tcW w:w="1418" w:type="dxa"/>
          </w:tcPr>
          <w:p w14:paraId="246CE578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6095" w:type="dxa"/>
          </w:tcPr>
          <w:p w14:paraId="00ABEF49" w14:textId="7CA37B43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5F0769F5" w14:textId="238E4B0F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3614D862" w14:textId="77777777" w:rsidTr="00A37252">
        <w:tc>
          <w:tcPr>
            <w:tcW w:w="1418" w:type="dxa"/>
          </w:tcPr>
          <w:p w14:paraId="44F05094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52500F83" w14:textId="3FFFE39F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i zaliczenie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646FF4F2" w14:textId="57C8549F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239935B4" w14:textId="77777777" w:rsidTr="00A37252">
        <w:tc>
          <w:tcPr>
            <w:tcW w:w="1418" w:type="dxa"/>
          </w:tcPr>
          <w:p w14:paraId="58BDF3BA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  <w:r w:rsidRPr="00602CE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0A3C1565" w14:textId="02DE34F5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i zaliczenie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E0D699B" w14:textId="5466E29E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  <w:tr w:rsidR="00A1170E" w:rsidRPr="00602CE2" w14:paraId="6D438DE5" w14:textId="77777777" w:rsidTr="00A37252">
        <w:tc>
          <w:tcPr>
            <w:tcW w:w="1418" w:type="dxa"/>
          </w:tcPr>
          <w:p w14:paraId="47ADFE6D" w14:textId="77777777" w:rsidR="00A1170E" w:rsidRPr="00602CE2" w:rsidRDefault="00A1170E" w:rsidP="00A11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095" w:type="dxa"/>
          </w:tcPr>
          <w:p w14:paraId="790672BC" w14:textId="65AE8F60" w:rsidR="00A1170E" w:rsidRPr="00602CE2" w:rsidRDefault="00A1170E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i zaliczenie </w:t>
            </w:r>
            <w:r w:rsidRPr="00724F26">
              <w:rPr>
                <w:rFonts w:ascii="Corbel" w:hAnsi="Corbel"/>
                <w:sz w:val="24"/>
                <w:szCs w:val="24"/>
              </w:rPr>
              <w:t>w formie pisemnej lub ustnej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02CE2">
              <w:rPr>
                <w:rFonts w:ascii="Corbel" w:hAnsi="Corbel"/>
                <w:sz w:val="24"/>
                <w:szCs w:val="24"/>
              </w:rPr>
              <w:t xml:space="preserve"> Obecność na zajęciach, obserwacja w trakcie zajęć, rozwiązywanie postawionych problemów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076CA005" w14:textId="7E83BF3F" w:rsidR="00A1170E" w:rsidRPr="00602CE2" w:rsidRDefault="00A1170E" w:rsidP="00A1170E">
            <w:pPr>
              <w:spacing w:line="240" w:lineRule="auto"/>
              <w:jc w:val="center"/>
              <w:rPr>
                <w:color w:val="000000" w:themeColor="text1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w/</w:t>
            </w:r>
            <w:r w:rsidRPr="73DCA6D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ćw.</w:t>
            </w:r>
          </w:p>
        </w:tc>
      </w:tr>
    </w:tbl>
    <w:p w14:paraId="3C033B97" w14:textId="56B5BE67" w:rsidR="5DE0D05F" w:rsidRDefault="5DE0D05F"/>
    <w:p w14:paraId="5BC8C9C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F1E5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E63494" w14:textId="77777777" w:rsidTr="5DE0D05F">
        <w:tc>
          <w:tcPr>
            <w:tcW w:w="9670" w:type="dxa"/>
          </w:tcPr>
          <w:p w14:paraId="0D8C47B9" w14:textId="49CC3AD6" w:rsidR="0085747A" w:rsidRPr="004D7FB3" w:rsidRDefault="1825E215" w:rsidP="00A37252">
            <w:pPr>
              <w:spacing w:before="12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0CB1BD83" w14:textId="4E1CCCDA" w:rsidR="0085747A" w:rsidRPr="004D7FB3" w:rsidRDefault="1825E215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4D7FB3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4D7FB3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4D7FB3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F912DBF" w14:textId="42E3DF32" w:rsidR="0085747A" w:rsidRPr="004D7FB3" w:rsidRDefault="316345F1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DE0D05F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5DE0D05F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08E47B4" w14:textId="10C0A64F" w:rsidR="0085747A" w:rsidRPr="004D7FB3" w:rsidRDefault="1825E215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4D7FB3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9D67F9F" w14:textId="130F7DAA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bdb – powyższej 90% poprawnych odpowiedzi, </w:t>
            </w:r>
          </w:p>
          <w:p w14:paraId="79DB37E1" w14:textId="4F8FADC8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db – 81 – 89%, </w:t>
            </w:r>
          </w:p>
          <w:p w14:paraId="6CCC2880" w14:textId="3906D889" w:rsidR="0085747A" w:rsidRPr="004D7FB3" w:rsidRDefault="316345F1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DE0D05F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db – 70 – 80%, </w:t>
            </w:r>
          </w:p>
          <w:p w14:paraId="50C3C6D8" w14:textId="47167B90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dst – 61 -69%, </w:t>
            </w:r>
          </w:p>
          <w:p w14:paraId="61F91EE8" w14:textId="78F799C2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dst – 51 – 60%, </w:t>
            </w:r>
          </w:p>
          <w:p w14:paraId="2774CB79" w14:textId="5CC9C2D6" w:rsidR="0085747A" w:rsidRPr="004D7FB3" w:rsidRDefault="1825E215" w:rsidP="00A37252">
            <w:pPr>
              <w:spacing w:after="12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ndst.- poniżej 50 %. </w:t>
            </w:r>
          </w:p>
          <w:p w14:paraId="3D551A98" w14:textId="5D90B577" w:rsidR="0085747A" w:rsidRPr="004D7FB3" w:rsidRDefault="1825E215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Ćwiczenia</w:t>
            </w:r>
          </w:p>
          <w:p w14:paraId="405FBE1D" w14:textId="691CE88B" w:rsidR="0085747A" w:rsidRPr="004D7FB3" w:rsidRDefault="1825E215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kolokwiów, z których ocena pozytywna osiągana jest w przypadku uzyskania ponad 50% poprawnych odpowiedzi.</w:t>
            </w:r>
            <w:r w:rsidRPr="004D7FB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745835BC" w14:textId="67FE2477" w:rsidR="0085747A" w:rsidRPr="004D7FB3" w:rsidRDefault="1825E215" w:rsidP="56BBD76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4D7FB3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1053B5A9" w14:textId="4305B570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22359A6A" w14:textId="10F9BAA7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 – powyższej 90%,</w:t>
            </w:r>
          </w:p>
          <w:p w14:paraId="5845F404" w14:textId="1DE0AC23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plus db – 81 – 89%,</w:t>
            </w:r>
          </w:p>
          <w:p w14:paraId="16EBA2F1" w14:textId="51692EEB" w:rsidR="0085747A" w:rsidRPr="004D7FB3" w:rsidRDefault="316345F1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DE0D05F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 – 70 – 80%,</w:t>
            </w:r>
          </w:p>
          <w:p w14:paraId="59A7203B" w14:textId="0E5F79F2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plus dst – 61 -69%,</w:t>
            </w:r>
          </w:p>
          <w:p w14:paraId="6C85F77D" w14:textId="020E61ED" w:rsidR="0085747A" w:rsidRPr="004D7FB3" w:rsidRDefault="1825E215" w:rsidP="56BBD7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7FB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 – 51 – 60%,</w:t>
            </w:r>
          </w:p>
          <w:p w14:paraId="1AF2FD25" w14:textId="1512003B" w:rsidR="0085747A" w:rsidRPr="00A1170E" w:rsidRDefault="1825E215" w:rsidP="00A37252">
            <w:pPr>
              <w:spacing w:after="120"/>
            </w:pPr>
            <w:r w:rsidRPr="004D7FB3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ndst.- poniżej 50 %</w:t>
            </w:r>
          </w:p>
        </w:tc>
      </w:tr>
    </w:tbl>
    <w:p w14:paraId="787BFE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0261A1" w14:textId="77777777" w:rsidR="00A37252" w:rsidRDefault="00A3725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7D34AFB" w14:textId="1860289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F06D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1472DFDF" w14:textId="77777777" w:rsidTr="00A37252">
        <w:tc>
          <w:tcPr>
            <w:tcW w:w="5245" w:type="dxa"/>
            <w:vAlign w:val="center"/>
          </w:tcPr>
          <w:p w14:paraId="15A1E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7F8E62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CAC3D8" w14:textId="77777777" w:rsidTr="00A37252">
        <w:tc>
          <w:tcPr>
            <w:tcW w:w="5245" w:type="dxa"/>
          </w:tcPr>
          <w:p w14:paraId="16033AF7" w14:textId="289CA7D9" w:rsidR="0085747A" w:rsidRPr="009C54AE" w:rsidRDefault="00C61DC5" w:rsidP="00602C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A1170E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14F9DE1D" w14:textId="77777777" w:rsidR="0085747A" w:rsidRPr="009C54AE" w:rsidRDefault="00602CE2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6D711F8" w14:textId="77777777" w:rsidTr="00A37252">
        <w:tc>
          <w:tcPr>
            <w:tcW w:w="5245" w:type="dxa"/>
          </w:tcPr>
          <w:p w14:paraId="0DC80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19FA35" w14:textId="77777777" w:rsidR="00C61DC5" w:rsidRPr="009C54AE" w:rsidRDefault="00C61DC5" w:rsidP="00602C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32A09DEB" w14:textId="77777777" w:rsidR="00C61DC5" w:rsidRPr="009C54AE" w:rsidRDefault="0008108F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C92785A" w14:textId="77777777" w:rsidTr="00A37252">
        <w:tc>
          <w:tcPr>
            <w:tcW w:w="5245" w:type="dxa"/>
          </w:tcPr>
          <w:p w14:paraId="13D9298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C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0D1A7F4E" w14:textId="77777777" w:rsidR="00C61DC5" w:rsidRPr="009C54AE" w:rsidRDefault="004C42D5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02C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F43E688" w14:textId="77777777" w:rsidTr="00A37252">
        <w:tc>
          <w:tcPr>
            <w:tcW w:w="5245" w:type="dxa"/>
          </w:tcPr>
          <w:p w14:paraId="2A1FE4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2482214A" w14:textId="77777777" w:rsidR="0085747A" w:rsidRPr="009C54AE" w:rsidRDefault="004C42D5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  <w:r w:rsidR="0008108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331654C0" w14:textId="77777777" w:rsidTr="00A37252">
        <w:trPr>
          <w:trHeight w:val="394"/>
        </w:trPr>
        <w:tc>
          <w:tcPr>
            <w:tcW w:w="5245" w:type="dxa"/>
          </w:tcPr>
          <w:p w14:paraId="5AEFB0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384B12A0" w14:textId="5001F407" w:rsidR="0085747A" w:rsidRPr="009C54AE" w:rsidRDefault="004C42D5" w:rsidP="000810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3DCA6DD">
              <w:rPr>
                <w:rFonts w:ascii="Corbel" w:hAnsi="Corbel"/>
                <w:sz w:val="24"/>
                <w:szCs w:val="24"/>
              </w:rPr>
              <w:t>4</w:t>
            </w:r>
            <w:r w:rsidR="09EC76D4" w:rsidRPr="73DCA6D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E60D61" w14:textId="2ED75E5C" w:rsidR="5DE0D05F" w:rsidRDefault="00923D7D" w:rsidP="00A3725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BC3F2" w14:textId="77777777" w:rsidR="001F058A" w:rsidRPr="001F058A" w:rsidRDefault="001F058A" w:rsidP="001F058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FF080A2" w14:textId="33006622" w:rsidR="0085747A" w:rsidRPr="009C54AE" w:rsidRDefault="0071620A" w:rsidP="73DCA6DD">
      <w:pPr>
        <w:pStyle w:val="Punktygwne"/>
        <w:spacing w:before="0" w:after="0"/>
        <w:rPr>
          <w:rFonts w:ascii="Corbel" w:hAnsi="Corbel"/>
          <w:smallCaps w:val="0"/>
        </w:rPr>
      </w:pPr>
      <w:r w:rsidRPr="73DCA6DD">
        <w:rPr>
          <w:rFonts w:ascii="Corbel" w:hAnsi="Corbel"/>
          <w:smallCaps w:val="0"/>
        </w:rPr>
        <w:t xml:space="preserve">6. </w:t>
      </w:r>
      <w:r w:rsidR="0085747A" w:rsidRPr="73DCA6DD">
        <w:rPr>
          <w:rFonts w:ascii="Corbel" w:hAnsi="Corbel"/>
          <w:smallCaps w:val="0"/>
        </w:rPr>
        <w:t>PRAKTYKI ZAWODOWE W RAMACH PRZEDMIOTU</w:t>
      </w:r>
    </w:p>
    <w:p w14:paraId="0883AB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85747A" w:rsidRPr="009C54AE" w14:paraId="78FEB4DC" w14:textId="77777777" w:rsidTr="00A37252">
        <w:trPr>
          <w:trHeight w:val="397"/>
        </w:trPr>
        <w:tc>
          <w:tcPr>
            <w:tcW w:w="3686" w:type="dxa"/>
          </w:tcPr>
          <w:p w14:paraId="3E5F04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5E4E32C6" w14:textId="06DEBDDD" w:rsidR="0085747A" w:rsidRPr="009C54AE" w:rsidRDefault="2ADE156E" w:rsidP="73DCA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DCA6D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8229FFB" w14:textId="77777777" w:rsidTr="00A37252">
        <w:trPr>
          <w:trHeight w:val="397"/>
        </w:trPr>
        <w:tc>
          <w:tcPr>
            <w:tcW w:w="3686" w:type="dxa"/>
          </w:tcPr>
          <w:p w14:paraId="5E6D61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25402044" w14:textId="1214A51C" w:rsidR="0085747A" w:rsidRPr="009C54AE" w:rsidRDefault="0C93E39C" w:rsidP="73DCA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DCA6D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3601A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E1C06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9FFB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1536A" w14:paraId="45A2A060" w14:textId="77777777" w:rsidTr="5DE0D05F">
        <w:trPr>
          <w:trHeight w:val="397"/>
        </w:trPr>
        <w:tc>
          <w:tcPr>
            <w:tcW w:w="7513" w:type="dxa"/>
          </w:tcPr>
          <w:p w14:paraId="4F88D826" w14:textId="77777777" w:rsidR="0085747A" w:rsidRPr="0061536A" w:rsidRDefault="0085747A" w:rsidP="00A37252">
            <w:pPr>
              <w:pStyle w:val="Punktygwne"/>
              <w:spacing w:before="120" w:after="0"/>
              <w:jc w:val="both"/>
              <w:rPr>
                <w:rFonts w:ascii="Corbel" w:hAnsi="Corbel"/>
                <w:bCs/>
                <w:smallCaps w:val="0"/>
              </w:rPr>
            </w:pPr>
            <w:r w:rsidRPr="73DCA6D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4FD91208" w14:textId="77777777" w:rsidR="00E038A7" w:rsidRPr="0061536A" w:rsidRDefault="00E038A7" w:rsidP="00A37252">
            <w:pPr>
              <w:spacing w:before="120"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61536A">
              <w:rPr>
                <w:rFonts w:ascii="Corbel" w:eastAsia="Cambria" w:hAnsi="Corbel"/>
                <w:i/>
                <w:sz w:val="24"/>
                <w:szCs w:val="24"/>
              </w:rPr>
              <w:t>Policja – organizacja i funkcjonowanie</w:t>
            </w:r>
            <w:r w:rsidRPr="0061536A">
              <w:rPr>
                <w:rFonts w:ascii="Corbel" w:eastAsia="Cambria" w:hAnsi="Corbel"/>
                <w:sz w:val="24"/>
                <w:szCs w:val="24"/>
              </w:rPr>
              <w:t>, Wolters Kluwer  Warszawa 2011.</w:t>
            </w:r>
          </w:p>
          <w:p w14:paraId="559589C8" w14:textId="77777777" w:rsidR="0008108F" w:rsidRDefault="00E038A7" w:rsidP="00A37252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2. </w:t>
            </w:r>
            <w:r w:rsidR="0008108F">
              <w:rPr>
                <w:rFonts w:ascii="Corbel" w:hAnsi="Corbel"/>
                <w:sz w:val="24"/>
                <w:szCs w:val="24"/>
              </w:rPr>
              <w:t xml:space="preserve">B. Jaworski, A. Pietrzkiewicz, A. Żygadło, </w:t>
            </w:r>
            <w:r w:rsidR="0008108F" w:rsidRPr="00073585">
              <w:rPr>
                <w:rFonts w:ascii="Corbel" w:hAnsi="Corbel"/>
                <w:i/>
                <w:sz w:val="24"/>
                <w:szCs w:val="24"/>
              </w:rPr>
              <w:t>Administracja bezpieczeństwa w powiecie</w:t>
            </w:r>
            <w:r w:rsidR="0008108F">
              <w:rPr>
                <w:rFonts w:ascii="Corbel" w:hAnsi="Corbel"/>
                <w:sz w:val="24"/>
                <w:szCs w:val="24"/>
              </w:rPr>
              <w:t>, Wydawnictwo „Dom Organizatora”, Toruń 2020.</w:t>
            </w:r>
          </w:p>
          <w:p w14:paraId="64D3A56E" w14:textId="6DB1E331" w:rsidR="00E038A7" w:rsidRPr="0061536A" w:rsidRDefault="0008108F" w:rsidP="00A37252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DE0D05F">
              <w:rPr>
                <w:rFonts w:ascii="Corbel" w:eastAsia="Cambria" w:hAnsi="Corbel"/>
                <w:sz w:val="24"/>
                <w:szCs w:val="24"/>
              </w:rPr>
              <w:t xml:space="preserve">3. </w:t>
            </w:r>
            <w:r w:rsidR="10B5B88A" w:rsidRPr="5DE0D05F">
              <w:rPr>
                <w:rFonts w:ascii="Corbel" w:eastAsia="Cambria" w:hAnsi="Corbel"/>
                <w:sz w:val="24"/>
                <w:szCs w:val="24"/>
              </w:rPr>
              <w:t xml:space="preserve">A. Szymaniak, W. Ciepiela, </w:t>
            </w:r>
            <w:r w:rsidR="10B5B88A" w:rsidRPr="5DE0D05F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Policja w Polsce – stan obecny </w:t>
            </w:r>
            <w:r>
              <w:br/>
            </w:r>
            <w:r w:rsidR="10B5B88A" w:rsidRPr="5DE0D05F">
              <w:rPr>
                <w:rFonts w:ascii="Corbel" w:eastAsia="Cambria" w:hAnsi="Corbel"/>
                <w:i/>
                <w:iCs/>
                <w:sz w:val="24"/>
                <w:szCs w:val="24"/>
              </w:rPr>
              <w:t>i perspektywy</w:t>
            </w:r>
            <w:r w:rsidR="10B5B88A" w:rsidRPr="5DE0D05F">
              <w:rPr>
                <w:rFonts w:ascii="Corbel" w:eastAsia="Cambria" w:hAnsi="Corbel"/>
                <w:sz w:val="24"/>
                <w:szCs w:val="24"/>
              </w:rPr>
              <w:t>, Wydawnictwo Naukowe INPiD UAM, Poznań 2007</w:t>
            </w:r>
            <w:r w:rsidR="41AE787A" w:rsidRPr="5DE0D05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67E5CC1" w14:textId="54F176AA" w:rsidR="00E038A7" w:rsidRPr="0061536A" w:rsidRDefault="0008108F" w:rsidP="00A37252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DE0D05F">
              <w:rPr>
                <w:rFonts w:ascii="Corbel" w:eastAsia="Cambria" w:hAnsi="Corbel"/>
                <w:sz w:val="24"/>
                <w:szCs w:val="24"/>
              </w:rPr>
              <w:t>4</w:t>
            </w:r>
            <w:r w:rsidR="10B5B88A" w:rsidRPr="5DE0D05F">
              <w:rPr>
                <w:rFonts w:ascii="Corbel" w:eastAsia="Cambria" w:hAnsi="Corbel"/>
                <w:sz w:val="24"/>
                <w:szCs w:val="24"/>
              </w:rPr>
              <w:t>. R. Szałowski,</w:t>
            </w:r>
            <w:r w:rsidR="553D01FD" w:rsidRPr="5DE0D05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10B5B88A" w:rsidRPr="5DE0D05F">
              <w:rPr>
                <w:rFonts w:ascii="Corbel" w:eastAsia="Cambria" w:hAnsi="Corbel"/>
                <w:i/>
                <w:iCs/>
                <w:sz w:val="24"/>
                <w:szCs w:val="24"/>
              </w:rPr>
              <w:t>Prawno administracyjne kompetencje Policji</w:t>
            </w:r>
            <w:r w:rsidR="10B5B88A" w:rsidRPr="5DE0D05F">
              <w:rPr>
                <w:rFonts w:ascii="Corbel" w:eastAsia="Cambria" w:hAnsi="Corbel"/>
                <w:sz w:val="24"/>
                <w:szCs w:val="24"/>
              </w:rPr>
              <w:t>, Wydawnictwo Akademii Humanistyczno-Ekonomicznej, Łódź 2010</w:t>
            </w:r>
            <w:r w:rsidR="41AE787A" w:rsidRPr="5DE0D05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58B93240" w14:textId="77777777" w:rsidR="00E038A7" w:rsidRPr="0061536A" w:rsidRDefault="0008108F" w:rsidP="00A37252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>. E. Ura, S. Pi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>e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przny (red.), </w:t>
            </w:r>
            <w:r w:rsidR="00E038A7" w:rsidRPr="0061536A">
              <w:rPr>
                <w:rFonts w:ascii="Corbel" w:eastAsia="Cambria" w:hAnsi="Corbel"/>
                <w:i/>
                <w:sz w:val="24"/>
                <w:szCs w:val="24"/>
              </w:rPr>
              <w:t>95 lat służb policyjnych w Polsce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 xml:space="preserve">Wydawnictwo Uniwersytetu Rzeszowskiego, </w:t>
            </w:r>
            <w:r w:rsidR="00E038A7" w:rsidRPr="0061536A">
              <w:rPr>
                <w:rFonts w:ascii="Corbel" w:eastAsia="Cambria" w:hAnsi="Corbel"/>
                <w:sz w:val="24"/>
                <w:szCs w:val="24"/>
              </w:rPr>
              <w:t xml:space="preserve">Rzeszów 2015. </w:t>
            </w:r>
          </w:p>
          <w:p w14:paraId="53C9AECB" w14:textId="77777777" w:rsidR="0061536A" w:rsidRPr="0061536A" w:rsidRDefault="0008108F" w:rsidP="00A37252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6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 xml:space="preserve">. B. Jaworski, </w:t>
            </w:r>
            <w:r w:rsidR="0061536A" w:rsidRPr="0061536A">
              <w:rPr>
                <w:rFonts w:ascii="Corbel" w:eastAsia="Cambria" w:hAnsi="Corbel"/>
                <w:i/>
                <w:sz w:val="24"/>
                <w:szCs w:val="24"/>
              </w:rPr>
              <w:t xml:space="preserve">Pozycja prawna Komendanta Głównego Policji jako centralnego organu administracji rządowej, 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>ZPH Arteks, Rzeszów 2016.</w:t>
            </w:r>
          </w:p>
          <w:p w14:paraId="7B439103" w14:textId="77777777" w:rsidR="00E038A7" w:rsidRPr="0061536A" w:rsidRDefault="0008108F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536A" w:rsidRPr="0061536A">
              <w:rPr>
                <w:rFonts w:ascii="Corbel" w:hAnsi="Corbel"/>
                <w:sz w:val="24"/>
                <w:szCs w:val="24"/>
              </w:rPr>
              <w:t xml:space="preserve">. </w:t>
            </w:r>
            <w:r w:rsidR="0061536A" w:rsidRPr="0061536A">
              <w:rPr>
                <w:rFonts w:ascii="Corbel" w:eastAsia="Cambria" w:hAnsi="Corbel"/>
                <w:sz w:val="24"/>
                <w:szCs w:val="24"/>
              </w:rPr>
              <w:t xml:space="preserve">E. Ura, S. Pieprzny (red.), </w:t>
            </w:r>
            <w:r w:rsidR="0061536A" w:rsidRPr="0061536A">
              <w:rPr>
                <w:rFonts w:ascii="Corbel" w:hAnsi="Corbel"/>
                <w:i/>
                <w:sz w:val="24"/>
                <w:szCs w:val="24"/>
              </w:rPr>
              <w:t>Służby i formacje mundurowe w systemie bezpieczeństwa wewnętrznego Rzeczypospolitej Polskiej,</w:t>
            </w:r>
            <w:r w:rsidR="0061536A" w:rsidRPr="0061536A">
              <w:rPr>
                <w:rFonts w:ascii="Corbel" w:hAnsi="Corbel"/>
                <w:sz w:val="24"/>
                <w:szCs w:val="24"/>
              </w:rPr>
              <w:t xml:space="preserve"> RS Druk, Rzeszów 2010.</w:t>
            </w:r>
          </w:p>
          <w:p w14:paraId="0AB34B98" w14:textId="77777777" w:rsidR="00E038A7" w:rsidRDefault="0008108F" w:rsidP="00A37252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1536A" w:rsidRPr="0061536A">
              <w:rPr>
                <w:rFonts w:ascii="Corbel" w:hAnsi="Corbel"/>
                <w:sz w:val="24"/>
                <w:szCs w:val="24"/>
              </w:rPr>
              <w:t xml:space="preserve">. B. Jaworski, </w:t>
            </w:r>
            <w:r w:rsidR="0061536A" w:rsidRPr="0061536A">
              <w:rPr>
                <w:rFonts w:ascii="Corbel" w:hAnsi="Corbel"/>
                <w:i/>
                <w:sz w:val="24"/>
                <w:szCs w:val="24"/>
              </w:rPr>
              <w:t xml:space="preserve">Policja administracyjna, </w:t>
            </w:r>
            <w:r w:rsidR="0061536A" w:rsidRPr="00B02F1A">
              <w:rPr>
                <w:rFonts w:ascii="Corbel" w:hAnsi="Corbel"/>
                <w:iCs/>
                <w:sz w:val="24"/>
                <w:szCs w:val="24"/>
              </w:rPr>
              <w:t>TNOiK „Dom Organizatora”,</w:t>
            </w:r>
            <w:r w:rsidR="0061536A" w:rsidRPr="0061536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61536A" w:rsidRPr="00B02F1A">
              <w:rPr>
                <w:rFonts w:ascii="Corbel" w:hAnsi="Corbel"/>
                <w:iCs/>
                <w:sz w:val="24"/>
                <w:szCs w:val="24"/>
              </w:rPr>
              <w:t>Toruń 2019.</w:t>
            </w:r>
          </w:p>
          <w:p w14:paraId="50A8CA31" w14:textId="77777777" w:rsidR="0098536B" w:rsidRDefault="0098536B" w:rsidP="00A372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536B">
              <w:rPr>
                <w:rFonts w:ascii="Corbel" w:hAnsi="Corbel"/>
                <w:sz w:val="24"/>
                <w:szCs w:val="24"/>
              </w:rPr>
              <w:t>9. B</w:t>
            </w:r>
            <w:r>
              <w:rPr>
                <w:rFonts w:ascii="Corbel" w:hAnsi="Corbel"/>
                <w:sz w:val="24"/>
                <w:szCs w:val="24"/>
              </w:rPr>
              <w:t>. Jaworski, Dekoncentracja rzeczowa w Policji – potrzeba chwili czy trend zmian?, Przegląd Policyjny, Szczytno 2023.</w:t>
            </w:r>
          </w:p>
          <w:p w14:paraId="6A1F162D" w14:textId="2909024E" w:rsidR="001F058A" w:rsidRPr="0098536B" w:rsidRDefault="001F058A" w:rsidP="00A372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</w:t>
            </w:r>
            <w:r w:rsidRPr="001F058A">
              <w:rPr>
                <w:rFonts w:ascii="Corbel" w:hAnsi="Corbel"/>
                <w:sz w:val="24"/>
                <w:szCs w:val="24"/>
              </w:rPr>
              <w:t>E. Ura, Materialne prawo administracyjne, Wolters Kluwer, Warszawa 2024.</w:t>
            </w:r>
          </w:p>
        </w:tc>
      </w:tr>
    </w:tbl>
    <w:p w14:paraId="2EA79688" w14:textId="77777777" w:rsidR="00A37252" w:rsidRDefault="00A37252">
      <w:r>
        <w:rPr>
          <w:b/>
          <w:smallCaps/>
        </w:rPr>
        <w:br w:type="page"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1536A" w14:paraId="1E7EC98D" w14:textId="77777777" w:rsidTr="5DE0D05F">
        <w:trPr>
          <w:trHeight w:val="397"/>
        </w:trPr>
        <w:tc>
          <w:tcPr>
            <w:tcW w:w="7513" w:type="dxa"/>
          </w:tcPr>
          <w:p w14:paraId="341C39BC" w14:textId="699906D2" w:rsidR="73DCA6DD" w:rsidRPr="00B02F1A" w:rsidRDefault="0085747A" w:rsidP="00A37252">
            <w:pPr>
              <w:pStyle w:val="Punktygwne"/>
              <w:spacing w:before="120" w:after="0"/>
              <w:jc w:val="both"/>
              <w:rPr>
                <w:rFonts w:ascii="Corbel" w:hAnsi="Corbel"/>
                <w:bCs/>
                <w:smallCaps w:val="0"/>
              </w:rPr>
            </w:pPr>
            <w:r w:rsidRPr="73DCA6DD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1E9629B2" w14:textId="77777777" w:rsidR="0061536A" w:rsidRPr="0061536A" w:rsidRDefault="0061536A" w:rsidP="00A37252">
            <w:pPr>
              <w:spacing w:before="120"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1. A. Taracha, </w:t>
            </w:r>
            <w:r w:rsidRPr="0061536A">
              <w:rPr>
                <w:rFonts w:ascii="Corbel" w:eastAsia="Cambria" w:hAnsi="Corbel"/>
                <w:i/>
                <w:sz w:val="24"/>
                <w:szCs w:val="24"/>
              </w:rPr>
              <w:t>Cz</w:t>
            </w:r>
            <w:r w:rsidR="000B692D">
              <w:rPr>
                <w:rFonts w:ascii="Corbel" w:eastAsia="Cambria" w:hAnsi="Corbel"/>
                <w:i/>
                <w:sz w:val="24"/>
                <w:szCs w:val="24"/>
              </w:rPr>
              <w:t>ynności operacyjno-rozpoznawcze</w:t>
            </w:r>
            <w:r w:rsidRPr="0061536A">
              <w:rPr>
                <w:rFonts w:ascii="Corbel" w:eastAsia="Cambria" w:hAnsi="Corbel"/>
                <w:i/>
                <w:sz w:val="24"/>
                <w:szCs w:val="24"/>
              </w:rPr>
              <w:t>, aspekty kryminalistyczne i prawnodowodowe</w:t>
            </w:r>
            <w:r w:rsidRPr="0061536A">
              <w:rPr>
                <w:rFonts w:ascii="Corbel" w:eastAsia="Cambria" w:hAnsi="Corbel"/>
                <w:sz w:val="24"/>
                <w:szCs w:val="24"/>
              </w:rPr>
              <w:t>, Wyd. UMCS, Lublin 2006.</w:t>
            </w:r>
          </w:p>
          <w:p w14:paraId="01CA461E" w14:textId="0D488051" w:rsidR="0061536A" w:rsidRPr="0061536A" w:rsidRDefault="714DF523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DE0D05F">
              <w:rPr>
                <w:rFonts w:ascii="Corbel" w:eastAsia="Cambria" w:hAnsi="Corbel"/>
                <w:sz w:val="24"/>
                <w:szCs w:val="24"/>
              </w:rPr>
              <w:t>2. P. Szustakiewicz,</w:t>
            </w:r>
            <w:r w:rsidR="08A069D4" w:rsidRPr="5DE0D05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5DE0D05F">
              <w:rPr>
                <w:rFonts w:ascii="Corbel" w:eastAsia="Cambria" w:hAnsi="Corbel"/>
                <w:i/>
                <w:iCs/>
                <w:sz w:val="24"/>
                <w:szCs w:val="24"/>
              </w:rPr>
              <w:t>Stosunki służbowe funkcjonariuszy służb mundurowych i żołnierzy zawodowych jako sprawa administracyjna</w:t>
            </w:r>
            <w:r w:rsidRPr="5DE0D05F">
              <w:rPr>
                <w:rFonts w:ascii="Corbel" w:eastAsia="Cambria" w:hAnsi="Corbel"/>
                <w:sz w:val="24"/>
                <w:szCs w:val="24"/>
              </w:rPr>
              <w:t>, Wyd. Difin SA 2012.</w:t>
            </w:r>
          </w:p>
          <w:p w14:paraId="47F0A612" w14:textId="7F6CC1C0" w:rsidR="0061536A" w:rsidRPr="0061536A" w:rsidRDefault="714DF523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DE0D05F">
              <w:rPr>
                <w:rFonts w:ascii="Corbel" w:eastAsia="Cambria" w:hAnsi="Corbel"/>
                <w:sz w:val="24"/>
                <w:szCs w:val="24"/>
              </w:rPr>
              <w:t xml:space="preserve">3. S. Pieprzny, </w:t>
            </w:r>
            <w:r w:rsidRPr="5DE0D05F">
              <w:rPr>
                <w:rFonts w:ascii="Corbel" w:eastAsia="Cambria" w:hAnsi="Corbel"/>
                <w:i/>
                <w:iCs/>
                <w:sz w:val="24"/>
                <w:szCs w:val="24"/>
              </w:rPr>
              <w:t>Ochrona bezpieczeństwa i porządku publicznego w prawie administracyjnym</w:t>
            </w:r>
            <w:r w:rsidRPr="5DE0D05F">
              <w:rPr>
                <w:rFonts w:ascii="Corbel" w:eastAsia="Cambria" w:hAnsi="Corbel"/>
                <w:sz w:val="24"/>
                <w:szCs w:val="24"/>
              </w:rPr>
              <w:t>, Wyd. Uniwersytetu Rzeszowskiego, Rzeszów 2007.</w:t>
            </w:r>
          </w:p>
          <w:p w14:paraId="761FCAB8" w14:textId="77777777" w:rsidR="0061536A" w:rsidRPr="0061536A" w:rsidRDefault="0061536A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536A">
              <w:rPr>
                <w:rFonts w:ascii="Corbel" w:eastAsia="Cambria" w:hAnsi="Corbel"/>
                <w:sz w:val="24"/>
                <w:szCs w:val="24"/>
              </w:rPr>
              <w:t xml:space="preserve">4. A. Chajbowicz, T. Kocowski, Bezpieczeństwo wewnętrzne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61536A">
              <w:rPr>
                <w:rFonts w:ascii="Corbel" w:eastAsia="Cambria" w:hAnsi="Corbel"/>
                <w:sz w:val="24"/>
                <w:szCs w:val="24"/>
              </w:rPr>
              <w:t>w działaniach terenowej administracji publicznej, Kolonia Limited, Wrocław 2009.</w:t>
            </w:r>
          </w:p>
          <w:p w14:paraId="3CB0DEF1" w14:textId="7F524EA3" w:rsidR="0061536A" w:rsidRDefault="714DF523" w:rsidP="0061536A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5DE0D05F">
              <w:rPr>
                <w:rFonts w:ascii="Corbel" w:eastAsia="Cambria" w:hAnsi="Corbel"/>
                <w:sz w:val="24"/>
                <w:szCs w:val="24"/>
              </w:rPr>
              <w:t>5. E. Moczuk, Socjologiczne aspekty bezpieczeństwa lokalnego, Wyd. Uniwersytetu Rzeszowskiego, Rzeszów 2009.</w:t>
            </w:r>
          </w:p>
          <w:p w14:paraId="6865A52E" w14:textId="59FC74F2" w:rsidR="0061536A" w:rsidRPr="00A37252" w:rsidRDefault="001F058A" w:rsidP="00A37252">
            <w:pPr>
              <w:spacing w:after="12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6. </w:t>
            </w:r>
            <w:r w:rsidRPr="001F058A">
              <w:rPr>
                <w:rFonts w:ascii="Corbel" w:eastAsia="Cambria" w:hAnsi="Corbel"/>
                <w:sz w:val="24"/>
                <w:szCs w:val="24"/>
              </w:rPr>
              <w:t>E. Ura, S. Pieprzny, Wartości etyczno-moralne policjanta w kontekście zasady ochrony godności człowieka [w:] W trosce o dobro wspólnoty i jednostki: zagadnienia administracyjnoprawne: księga jubileuszowa dedykowana Profesor Zofii Duniewskiej / red. nauk. Piotr Korzeniowski, Barbara Jaworska-Dębska, Monika Kapusta, Aneta Kaźmierska-Patrzyczna, Monika Anna Król, Ewa Olejniczak-Szałowska, Agnieszka Rabiega-Przyłęcka, Przemysław Wilczyński, Wolters Kluwer 2024.</w:t>
            </w:r>
          </w:p>
        </w:tc>
      </w:tr>
    </w:tbl>
    <w:p w14:paraId="0106F9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8C0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487B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BB556" w14:textId="77777777" w:rsidR="00D04973" w:rsidRDefault="00D04973" w:rsidP="00C16ABF">
      <w:pPr>
        <w:spacing w:after="0" w:line="240" w:lineRule="auto"/>
      </w:pPr>
      <w:r>
        <w:separator/>
      </w:r>
    </w:p>
  </w:endnote>
  <w:endnote w:type="continuationSeparator" w:id="0">
    <w:p w14:paraId="38A4E5C4" w14:textId="77777777" w:rsidR="00D04973" w:rsidRDefault="00D049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6973E" w14:textId="77777777" w:rsidR="00D04973" w:rsidRDefault="00D04973" w:rsidP="00C16ABF">
      <w:pPr>
        <w:spacing w:after="0" w:line="240" w:lineRule="auto"/>
      </w:pPr>
      <w:r>
        <w:separator/>
      </w:r>
    </w:p>
  </w:footnote>
  <w:footnote w:type="continuationSeparator" w:id="0">
    <w:p w14:paraId="3D5492F5" w14:textId="77777777" w:rsidR="00D04973" w:rsidRDefault="00D04973" w:rsidP="00C16ABF">
      <w:pPr>
        <w:spacing w:after="0" w:line="240" w:lineRule="auto"/>
      </w:pPr>
      <w:r>
        <w:continuationSeparator/>
      </w:r>
    </w:p>
  </w:footnote>
  <w:footnote w:id="1">
    <w:p w14:paraId="2B8121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C5DF3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E0669E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D79B2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5B547D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4D3514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B45EEF"/>
    <w:multiLevelType w:val="hybridMultilevel"/>
    <w:tmpl w:val="E0B665A0"/>
    <w:lvl w:ilvl="0" w:tplc="1BEC7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5049940">
    <w:abstractNumId w:val="2"/>
  </w:num>
  <w:num w:numId="2" w16cid:durableId="896404816">
    <w:abstractNumId w:val="3"/>
  </w:num>
  <w:num w:numId="3" w16cid:durableId="1918779255">
    <w:abstractNumId w:val="6"/>
  </w:num>
  <w:num w:numId="4" w16cid:durableId="545684224">
    <w:abstractNumId w:val="4"/>
  </w:num>
  <w:num w:numId="5" w16cid:durableId="1985767961">
    <w:abstractNumId w:val="0"/>
  </w:num>
  <w:num w:numId="6" w16cid:durableId="951667721">
    <w:abstractNumId w:val="1"/>
  </w:num>
  <w:num w:numId="7" w16cid:durableId="37126868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C490"/>
    <w:rsid w:val="00015B8F"/>
    <w:rsid w:val="00022CB9"/>
    <w:rsid w:val="00022ECE"/>
    <w:rsid w:val="000407B8"/>
    <w:rsid w:val="000409CC"/>
    <w:rsid w:val="00042A51"/>
    <w:rsid w:val="00042D2E"/>
    <w:rsid w:val="00044C82"/>
    <w:rsid w:val="00070ED6"/>
    <w:rsid w:val="000742DC"/>
    <w:rsid w:val="0008108F"/>
    <w:rsid w:val="0008301F"/>
    <w:rsid w:val="00084C12"/>
    <w:rsid w:val="0009370B"/>
    <w:rsid w:val="0009462C"/>
    <w:rsid w:val="00094B12"/>
    <w:rsid w:val="00096C46"/>
    <w:rsid w:val="000A296F"/>
    <w:rsid w:val="000A2A28"/>
    <w:rsid w:val="000B192D"/>
    <w:rsid w:val="000B28EE"/>
    <w:rsid w:val="000B3E37"/>
    <w:rsid w:val="000B692D"/>
    <w:rsid w:val="000D04B0"/>
    <w:rsid w:val="000E047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954"/>
    <w:rsid w:val="00176083"/>
    <w:rsid w:val="00192F37"/>
    <w:rsid w:val="001A70D2"/>
    <w:rsid w:val="001B77B2"/>
    <w:rsid w:val="001D657B"/>
    <w:rsid w:val="001D7B54"/>
    <w:rsid w:val="001E0209"/>
    <w:rsid w:val="001F058A"/>
    <w:rsid w:val="001F2CA2"/>
    <w:rsid w:val="002116E2"/>
    <w:rsid w:val="002144C0"/>
    <w:rsid w:val="002226F6"/>
    <w:rsid w:val="0022477D"/>
    <w:rsid w:val="002278A9"/>
    <w:rsid w:val="002336F9"/>
    <w:rsid w:val="0024028F"/>
    <w:rsid w:val="00244ABC"/>
    <w:rsid w:val="0027348A"/>
    <w:rsid w:val="00277D1B"/>
    <w:rsid w:val="00281FF2"/>
    <w:rsid w:val="002857DE"/>
    <w:rsid w:val="00291567"/>
    <w:rsid w:val="002A22BF"/>
    <w:rsid w:val="002A2389"/>
    <w:rsid w:val="002A671D"/>
    <w:rsid w:val="002B1085"/>
    <w:rsid w:val="002B4D55"/>
    <w:rsid w:val="002B5EA0"/>
    <w:rsid w:val="002B6119"/>
    <w:rsid w:val="002C0ED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7F8"/>
    <w:rsid w:val="003343CF"/>
    <w:rsid w:val="00346FE9"/>
    <w:rsid w:val="0034759A"/>
    <w:rsid w:val="003503F6"/>
    <w:rsid w:val="003530DD"/>
    <w:rsid w:val="00363F78"/>
    <w:rsid w:val="003A0A5B"/>
    <w:rsid w:val="003A1176"/>
    <w:rsid w:val="003A13C1"/>
    <w:rsid w:val="003C0BAE"/>
    <w:rsid w:val="003D18A9"/>
    <w:rsid w:val="003D6CE2"/>
    <w:rsid w:val="003E1941"/>
    <w:rsid w:val="003E2FE6"/>
    <w:rsid w:val="003E49D5"/>
    <w:rsid w:val="003E5C70"/>
    <w:rsid w:val="003F38C0"/>
    <w:rsid w:val="00414E3C"/>
    <w:rsid w:val="0042244A"/>
    <w:rsid w:val="0042745A"/>
    <w:rsid w:val="00431D5C"/>
    <w:rsid w:val="004362C6"/>
    <w:rsid w:val="00437FA2"/>
    <w:rsid w:val="00445970"/>
    <w:rsid w:val="004549DD"/>
    <w:rsid w:val="00456C19"/>
    <w:rsid w:val="00457ADD"/>
    <w:rsid w:val="00461EFC"/>
    <w:rsid w:val="004652C2"/>
    <w:rsid w:val="004706D1"/>
    <w:rsid w:val="00471326"/>
    <w:rsid w:val="0047598D"/>
    <w:rsid w:val="004840FD"/>
    <w:rsid w:val="0048412D"/>
    <w:rsid w:val="00490F7D"/>
    <w:rsid w:val="00491678"/>
    <w:rsid w:val="004968E2"/>
    <w:rsid w:val="004977ED"/>
    <w:rsid w:val="004A3EEA"/>
    <w:rsid w:val="004A4D1F"/>
    <w:rsid w:val="004C42D5"/>
    <w:rsid w:val="004D5282"/>
    <w:rsid w:val="004D7FB3"/>
    <w:rsid w:val="004F1551"/>
    <w:rsid w:val="004F55A3"/>
    <w:rsid w:val="0050496F"/>
    <w:rsid w:val="00511B84"/>
    <w:rsid w:val="00513B6F"/>
    <w:rsid w:val="00517C63"/>
    <w:rsid w:val="005363C4"/>
    <w:rsid w:val="00536BDE"/>
    <w:rsid w:val="00543ACC"/>
    <w:rsid w:val="0056696D"/>
    <w:rsid w:val="00567B5D"/>
    <w:rsid w:val="0059484D"/>
    <w:rsid w:val="005A0855"/>
    <w:rsid w:val="005A3196"/>
    <w:rsid w:val="005C080F"/>
    <w:rsid w:val="005C55E5"/>
    <w:rsid w:val="005C696A"/>
    <w:rsid w:val="005D713C"/>
    <w:rsid w:val="005E6E85"/>
    <w:rsid w:val="005F31D2"/>
    <w:rsid w:val="005F6A4B"/>
    <w:rsid w:val="00602CE2"/>
    <w:rsid w:val="0061029B"/>
    <w:rsid w:val="0061536A"/>
    <w:rsid w:val="00617230"/>
    <w:rsid w:val="00621CE1"/>
    <w:rsid w:val="00627FC9"/>
    <w:rsid w:val="00647FA8"/>
    <w:rsid w:val="00650C5F"/>
    <w:rsid w:val="00654934"/>
    <w:rsid w:val="006620D9"/>
    <w:rsid w:val="006716BF"/>
    <w:rsid w:val="00671958"/>
    <w:rsid w:val="00675843"/>
    <w:rsid w:val="0068152F"/>
    <w:rsid w:val="00696477"/>
    <w:rsid w:val="006B28F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371"/>
    <w:rsid w:val="00724677"/>
    <w:rsid w:val="00725459"/>
    <w:rsid w:val="0072578E"/>
    <w:rsid w:val="007327BD"/>
    <w:rsid w:val="00734608"/>
    <w:rsid w:val="00736538"/>
    <w:rsid w:val="00745302"/>
    <w:rsid w:val="007461D6"/>
    <w:rsid w:val="00746EC8"/>
    <w:rsid w:val="0076088A"/>
    <w:rsid w:val="00763BF1"/>
    <w:rsid w:val="00766FD4"/>
    <w:rsid w:val="0078168C"/>
    <w:rsid w:val="00787C2A"/>
    <w:rsid w:val="00790E27"/>
    <w:rsid w:val="007915E0"/>
    <w:rsid w:val="007A4022"/>
    <w:rsid w:val="007A6E6E"/>
    <w:rsid w:val="007C3299"/>
    <w:rsid w:val="007C3BCC"/>
    <w:rsid w:val="007C4546"/>
    <w:rsid w:val="007D6E56"/>
    <w:rsid w:val="007F4155"/>
    <w:rsid w:val="00802262"/>
    <w:rsid w:val="0081554D"/>
    <w:rsid w:val="0081707E"/>
    <w:rsid w:val="008449B3"/>
    <w:rsid w:val="0085747A"/>
    <w:rsid w:val="0086628D"/>
    <w:rsid w:val="00884922"/>
    <w:rsid w:val="00885F64"/>
    <w:rsid w:val="0088760B"/>
    <w:rsid w:val="008917F9"/>
    <w:rsid w:val="008A45F7"/>
    <w:rsid w:val="008C0CC0"/>
    <w:rsid w:val="008C19A9"/>
    <w:rsid w:val="008C379D"/>
    <w:rsid w:val="008C5147"/>
    <w:rsid w:val="008C5359"/>
    <w:rsid w:val="008C5363"/>
    <w:rsid w:val="008C7D72"/>
    <w:rsid w:val="008D3DFB"/>
    <w:rsid w:val="008E64F4"/>
    <w:rsid w:val="008F12C9"/>
    <w:rsid w:val="008F6E29"/>
    <w:rsid w:val="00916188"/>
    <w:rsid w:val="00923D7D"/>
    <w:rsid w:val="0094446E"/>
    <w:rsid w:val="00946770"/>
    <w:rsid w:val="009508DF"/>
    <w:rsid w:val="00950DAC"/>
    <w:rsid w:val="00954A07"/>
    <w:rsid w:val="0098536B"/>
    <w:rsid w:val="00997F14"/>
    <w:rsid w:val="009A396B"/>
    <w:rsid w:val="009A78D9"/>
    <w:rsid w:val="009B53B2"/>
    <w:rsid w:val="009C3E31"/>
    <w:rsid w:val="009C4B2A"/>
    <w:rsid w:val="009C54AE"/>
    <w:rsid w:val="009C788E"/>
    <w:rsid w:val="009E05C7"/>
    <w:rsid w:val="009E3B41"/>
    <w:rsid w:val="009F3C5C"/>
    <w:rsid w:val="009F4610"/>
    <w:rsid w:val="00A00ECC"/>
    <w:rsid w:val="00A1170E"/>
    <w:rsid w:val="00A155EE"/>
    <w:rsid w:val="00A2245B"/>
    <w:rsid w:val="00A30110"/>
    <w:rsid w:val="00A36899"/>
    <w:rsid w:val="00A371F6"/>
    <w:rsid w:val="00A37252"/>
    <w:rsid w:val="00A43BF6"/>
    <w:rsid w:val="00A53FA5"/>
    <w:rsid w:val="00A54817"/>
    <w:rsid w:val="00A601C8"/>
    <w:rsid w:val="00A60799"/>
    <w:rsid w:val="00A84C85"/>
    <w:rsid w:val="00A91B90"/>
    <w:rsid w:val="00A979AE"/>
    <w:rsid w:val="00A97DE1"/>
    <w:rsid w:val="00AB053C"/>
    <w:rsid w:val="00AD1146"/>
    <w:rsid w:val="00AD27D3"/>
    <w:rsid w:val="00AD66D6"/>
    <w:rsid w:val="00AE1160"/>
    <w:rsid w:val="00AE203C"/>
    <w:rsid w:val="00AE2E74"/>
    <w:rsid w:val="00AE3463"/>
    <w:rsid w:val="00AE5FCB"/>
    <w:rsid w:val="00AF2C1E"/>
    <w:rsid w:val="00B01036"/>
    <w:rsid w:val="00B02F1A"/>
    <w:rsid w:val="00B06142"/>
    <w:rsid w:val="00B135B1"/>
    <w:rsid w:val="00B27C9C"/>
    <w:rsid w:val="00B303F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34F"/>
    <w:rsid w:val="00C324C1"/>
    <w:rsid w:val="00C36992"/>
    <w:rsid w:val="00C56036"/>
    <w:rsid w:val="00C57FBB"/>
    <w:rsid w:val="00C61DC5"/>
    <w:rsid w:val="00C67E92"/>
    <w:rsid w:val="00C70A26"/>
    <w:rsid w:val="00C735C9"/>
    <w:rsid w:val="00C766DF"/>
    <w:rsid w:val="00C81BA9"/>
    <w:rsid w:val="00C93F52"/>
    <w:rsid w:val="00C94B98"/>
    <w:rsid w:val="00CA2B96"/>
    <w:rsid w:val="00CA5089"/>
    <w:rsid w:val="00CD6897"/>
    <w:rsid w:val="00CD71D0"/>
    <w:rsid w:val="00CE5BAC"/>
    <w:rsid w:val="00CF25BE"/>
    <w:rsid w:val="00CF78ED"/>
    <w:rsid w:val="00D02B25"/>
    <w:rsid w:val="00D02EBA"/>
    <w:rsid w:val="00D04973"/>
    <w:rsid w:val="00D17C3C"/>
    <w:rsid w:val="00D26B2C"/>
    <w:rsid w:val="00D352C9"/>
    <w:rsid w:val="00D425B2"/>
    <w:rsid w:val="00D428D6"/>
    <w:rsid w:val="00D552B2"/>
    <w:rsid w:val="00D608D1"/>
    <w:rsid w:val="00D66F5C"/>
    <w:rsid w:val="00D67103"/>
    <w:rsid w:val="00D74119"/>
    <w:rsid w:val="00D74D73"/>
    <w:rsid w:val="00D8075B"/>
    <w:rsid w:val="00D8678B"/>
    <w:rsid w:val="00DA2114"/>
    <w:rsid w:val="00DE09C0"/>
    <w:rsid w:val="00DE4A14"/>
    <w:rsid w:val="00DF320D"/>
    <w:rsid w:val="00DF71C8"/>
    <w:rsid w:val="00E038A7"/>
    <w:rsid w:val="00E129B8"/>
    <w:rsid w:val="00E21E7D"/>
    <w:rsid w:val="00E22FBC"/>
    <w:rsid w:val="00E24BF5"/>
    <w:rsid w:val="00E25338"/>
    <w:rsid w:val="00E51E44"/>
    <w:rsid w:val="00E63348"/>
    <w:rsid w:val="00E71421"/>
    <w:rsid w:val="00E71969"/>
    <w:rsid w:val="00E77E88"/>
    <w:rsid w:val="00E8107D"/>
    <w:rsid w:val="00E960BB"/>
    <w:rsid w:val="00EA2074"/>
    <w:rsid w:val="00EA4832"/>
    <w:rsid w:val="00EA4E9D"/>
    <w:rsid w:val="00EA736C"/>
    <w:rsid w:val="00EC4899"/>
    <w:rsid w:val="00EC4FB5"/>
    <w:rsid w:val="00ED03AB"/>
    <w:rsid w:val="00ED32D2"/>
    <w:rsid w:val="00EE32DE"/>
    <w:rsid w:val="00EE5457"/>
    <w:rsid w:val="00EF0377"/>
    <w:rsid w:val="00F070AB"/>
    <w:rsid w:val="00F07C54"/>
    <w:rsid w:val="00F17567"/>
    <w:rsid w:val="00F27A7B"/>
    <w:rsid w:val="00F526AF"/>
    <w:rsid w:val="00F617C3"/>
    <w:rsid w:val="00F7066B"/>
    <w:rsid w:val="00F7169E"/>
    <w:rsid w:val="00F83B28"/>
    <w:rsid w:val="00FA46E5"/>
    <w:rsid w:val="00FB4A7F"/>
    <w:rsid w:val="00FB7DBA"/>
    <w:rsid w:val="00FC1C25"/>
    <w:rsid w:val="00FC3F45"/>
    <w:rsid w:val="00FD503F"/>
    <w:rsid w:val="00FD7589"/>
    <w:rsid w:val="00FF016A"/>
    <w:rsid w:val="00FF1401"/>
    <w:rsid w:val="00FF5E7D"/>
    <w:rsid w:val="01E3A510"/>
    <w:rsid w:val="0774E91B"/>
    <w:rsid w:val="08050600"/>
    <w:rsid w:val="08A069D4"/>
    <w:rsid w:val="09EC76D4"/>
    <w:rsid w:val="0A3252B7"/>
    <w:rsid w:val="0B3CA6C2"/>
    <w:rsid w:val="0C14EF33"/>
    <w:rsid w:val="0C93E39C"/>
    <w:rsid w:val="0F05F3A7"/>
    <w:rsid w:val="105BCED4"/>
    <w:rsid w:val="10B5B88A"/>
    <w:rsid w:val="1106FCCF"/>
    <w:rsid w:val="12B0559A"/>
    <w:rsid w:val="14DC0CB7"/>
    <w:rsid w:val="153920AE"/>
    <w:rsid w:val="1825E215"/>
    <w:rsid w:val="1E9258D4"/>
    <w:rsid w:val="1E93DD43"/>
    <w:rsid w:val="1FED2931"/>
    <w:rsid w:val="22CADB4F"/>
    <w:rsid w:val="23DE1DF0"/>
    <w:rsid w:val="255F96EF"/>
    <w:rsid w:val="2690B639"/>
    <w:rsid w:val="272FDB20"/>
    <w:rsid w:val="275398BA"/>
    <w:rsid w:val="2ADE156E"/>
    <w:rsid w:val="2D12C92E"/>
    <w:rsid w:val="316345F1"/>
    <w:rsid w:val="326C1C48"/>
    <w:rsid w:val="33856449"/>
    <w:rsid w:val="387D345F"/>
    <w:rsid w:val="3AF7891B"/>
    <w:rsid w:val="3CBB179D"/>
    <w:rsid w:val="3DE7F20F"/>
    <w:rsid w:val="3F654639"/>
    <w:rsid w:val="40118EF7"/>
    <w:rsid w:val="40488015"/>
    <w:rsid w:val="41AD5F58"/>
    <w:rsid w:val="41AE787A"/>
    <w:rsid w:val="41B5ABE9"/>
    <w:rsid w:val="451B18A1"/>
    <w:rsid w:val="4AB393CE"/>
    <w:rsid w:val="505B73E5"/>
    <w:rsid w:val="5094C184"/>
    <w:rsid w:val="51E3F3A1"/>
    <w:rsid w:val="553D01FD"/>
    <w:rsid w:val="56BBD76A"/>
    <w:rsid w:val="56FB57E8"/>
    <w:rsid w:val="57014391"/>
    <w:rsid w:val="5BEB2A53"/>
    <w:rsid w:val="5DE0D05F"/>
    <w:rsid w:val="5F1A5361"/>
    <w:rsid w:val="6206F8DA"/>
    <w:rsid w:val="6243DB0F"/>
    <w:rsid w:val="664E1C27"/>
    <w:rsid w:val="67D3E5F8"/>
    <w:rsid w:val="68544A58"/>
    <w:rsid w:val="688A8A5F"/>
    <w:rsid w:val="6AA2C8A4"/>
    <w:rsid w:val="70029AD3"/>
    <w:rsid w:val="706D5F20"/>
    <w:rsid w:val="714DF523"/>
    <w:rsid w:val="72499ABC"/>
    <w:rsid w:val="73DCA6DD"/>
    <w:rsid w:val="7703799E"/>
    <w:rsid w:val="7794EE51"/>
    <w:rsid w:val="7940C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8942"/>
  <w15:docId w15:val="{10A4DA3A-BB1A-4C55-AA62-B8DDA9E2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35C9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312C-BD04-4A58-A3E4-A92B8329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1679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2025-09-25T12:43:00Z</cp:lastPrinted>
  <dcterms:created xsi:type="dcterms:W3CDTF">2025-09-18T23:18:00Z</dcterms:created>
  <dcterms:modified xsi:type="dcterms:W3CDTF">2025-11-13T08:01:00Z</dcterms:modified>
</cp:coreProperties>
</file>